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F9B" w:rsidRDefault="00A57F9B">
      <w:pPr>
        <w:pStyle w:val="BodyText"/>
        <w:rPr>
          <w:rFonts w:ascii="Times New Roman"/>
          <w:sz w:val="20"/>
        </w:rPr>
      </w:pPr>
      <w:r>
        <w:rPr>
          <w:noProof/>
          <w:lang w:val="ru-RU" w:eastAsia="ru-RU"/>
        </w:rPr>
        <w:pict>
          <v:shape id="_x0000_s1028" style="position:absolute;margin-left:656.5pt;margin-top:494.9pt;width:97.05pt;height:72.85pt;z-index:251652608;mso-position-horizontal-relative:page;mso-position-vertical-relative:page" coordorigin="13130,9898" coordsize="1941,1457" o:spt="100" adj="0,,0" path="m13732,10266r-7,-72l13700,10126r-42,-61l13600,10016r-69,-31l13459,9973r-72,6l13319,10004r-61,42l13210,10104r-32,69l13166,10245r7,72l13197,10385r42,61l13298,10494r68,32l13439,10539r72,-7l13579,10507r60,-42l13688,10407r32,-69l13732,10266t1258,655l14982,10883r-20,-30l14946,10843r-13,-10l14898,10827r-287,12l14606,10839r-3,1l14595,10840r-81,3l14537,10796r92,-184l14629,10611r2,-3l14633,10605r1,-1l14634,10602r128,-256l14770,10312r-6,-34l14745,10247r-30,-23l14678,10213r-36,4l14611,10233r-22,27l14458,10522r-1,3l14456,10526r-2,3l14454,10531r-36,71l14042,10328r213,-300l14266,10002r-3,-30l14249,9943r-26,-25l14192,9903r-32,-5l14131,9906r-22,19l13812,10342r-4,7l13804,10356r-2,7l13682,10552r-9,15l13667,10582r-5,16l13658,10613r-1,6l13657,10626r,6l13648,11145r6,27l13673,11195r28,16l13736,11217r35,-5l13800,11197r19,-22l13827,11148r4,-227l13833,10796r422,231l14264,11032r10,4l14283,11039r9,3l14300,11044r8,l14321,11044r3,l14603,11033r3,-1l14608,11032r3,l14613,11032r6,l14634,11032r272,-12l14940,11011r27,-21l14985,10958r5,-37m15071,11306r-5,-19l15052,11271r-19,-10l15009,11257r-1817,l13168,11261r-20,10l13135,11287r-5,19l13135,11325r13,15l13168,11351r24,4l15009,11355r24,-4l15052,11340r14,-15l15071,11306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p w:rsidR="00A57F9B" w:rsidRDefault="00A57F9B">
      <w:pPr>
        <w:pStyle w:val="BodyText"/>
        <w:rPr>
          <w:rFonts w:ascii="Times New Roman"/>
          <w:sz w:val="20"/>
        </w:rPr>
      </w:pPr>
    </w:p>
    <w:p w:rsidR="00A57F9B" w:rsidRDefault="00A57F9B">
      <w:pPr>
        <w:pStyle w:val="BodyText"/>
        <w:rPr>
          <w:rFonts w:ascii="Times New Roman"/>
          <w:sz w:val="20"/>
        </w:rPr>
      </w:pPr>
    </w:p>
    <w:p w:rsidR="00A57F9B" w:rsidRDefault="00A57F9B">
      <w:pPr>
        <w:pStyle w:val="BodyText"/>
        <w:rPr>
          <w:rFonts w:ascii="Times New Roman"/>
          <w:sz w:val="20"/>
        </w:rPr>
      </w:pPr>
    </w:p>
    <w:p w:rsidR="00A57F9B" w:rsidRDefault="00A57F9B">
      <w:pPr>
        <w:pStyle w:val="BodyText"/>
        <w:spacing w:before="10"/>
        <w:rPr>
          <w:rFonts w:ascii="Times New Roman"/>
          <w:sz w:val="19"/>
        </w:rPr>
      </w:pPr>
    </w:p>
    <w:p w:rsidR="00A57F9B" w:rsidRPr="00AE75D4" w:rsidRDefault="00A57F9B">
      <w:pPr>
        <w:tabs>
          <w:tab w:val="left" w:pos="7427"/>
        </w:tabs>
        <w:spacing w:before="100"/>
        <w:ind w:left="106"/>
        <w:rPr>
          <w:sz w:val="72"/>
          <w:lang w:val="ru-RU"/>
        </w:rPr>
      </w:pPr>
      <w:r w:rsidRPr="00AE75D4">
        <w:rPr>
          <w:b/>
          <w:sz w:val="72"/>
          <w:u w:val="thick"/>
          <w:lang w:val="ru-RU"/>
        </w:rPr>
        <w:t>Отношение</w:t>
      </w:r>
      <w:r w:rsidRPr="00AE75D4">
        <w:rPr>
          <w:b/>
          <w:sz w:val="72"/>
          <w:lang w:val="ru-RU"/>
        </w:rPr>
        <w:tab/>
      </w:r>
      <w:r w:rsidRPr="00AE75D4">
        <w:rPr>
          <w:sz w:val="72"/>
          <w:lang w:val="ru-RU"/>
        </w:rPr>
        <w:t>к риску</w:t>
      </w:r>
    </w:p>
    <w:p w:rsidR="00A57F9B" w:rsidRPr="00AE75D4" w:rsidRDefault="00A57F9B">
      <w:pPr>
        <w:pStyle w:val="Heading1"/>
        <w:tabs>
          <w:tab w:val="left" w:pos="7427"/>
        </w:tabs>
        <w:rPr>
          <w:lang w:val="ru-RU"/>
        </w:rPr>
      </w:pPr>
      <w:r w:rsidRPr="00AE75D4">
        <w:rPr>
          <w:lang w:val="ru-RU"/>
        </w:rPr>
        <w:t xml:space="preserve">без </w:t>
      </w:r>
      <w:r>
        <w:rPr>
          <w:lang w:val="ru-RU"/>
        </w:rPr>
        <w:t>которых</w:t>
      </w:r>
      <w:r w:rsidRPr="00AE75D4">
        <w:rPr>
          <w:lang w:val="ru-RU"/>
        </w:rPr>
        <w:tab/>
      </w:r>
      <w:r>
        <w:rPr>
          <w:lang w:val="ru-RU"/>
        </w:rPr>
        <w:t>нет поражений</w:t>
      </w:r>
    </w:p>
    <w:p w:rsidR="00A57F9B" w:rsidRPr="00AE75D4" w:rsidRDefault="00A57F9B">
      <w:pPr>
        <w:tabs>
          <w:tab w:val="left" w:pos="7427"/>
        </w:tabs>
        <w:spacing w:line="843" w:lineRule="exact"/>
        <w:ind w:left="106"/>
        <w:rPr>
          <w:sz w:val="72"/>
          <w:lang w:val="ru-RU"/>
        </w:rPr>
      </w:pPr>
      <w:r>
        <w:rPr>
          <w:sz w:val="72"/>
          <w:lang w:val="ru-RU"/>
        </w:rPr>
        <w:t>также</w:t>
      </w:r>
      <w:r>
        <w:rPr>
          <w:sz w:val="72"/>
          <w:lang w:val="ru-RU"/>
        </w:rPr>
        <w:tab/>
        <w:t>предприниматели</w:t>
      </w:r>
    </w:p>
    <w:p w:rsidR="00A57F9B" w:rsidRPr="00AE75D4" w:rsidRDefault="00A57F9B">
      <w:pPr>
        <w:tabs>
          <w:tab w:val="left" w:pos="7427"/>
        </w:tabs>
        <w:spacing w:before="2"/>
        <w:ind w:left="106"/>
        <w:rPr>
          <w:sz w:val="72"/>
          <w:lang w:val="ru-RU"/>
        </w:rPr>
      </w:pPr>
      <w:r w:rsidRPr="00AE75D4">
        <w:rPr>
          <w:sz w:val="72"/>
          <w:lang w:val="ru-RU"/>
        </w:rPr>
        <w:t>горят</w:t>
      </w:r>
      <w:r w:rsidRPr="00AE75D4">
        <w:rPr>
          <w:sz w:val="72"/>
          <w:lang w:val="ru-RU"/>
        </w:rPr>
        <w:tab/>
        <w:t>за</w:t>
      </w:r>
    </w:p>
    <w:p w:rsidR="00A57F9B" w:rsidRPr="009632E1" w:rsidRDefault="00A57F9B">
      <w:pPr>
        <w:tabs>
          <w:tab w:val="left" w:pos="7427"/>
        </w:tabs>
        <w:spacing w:line="843" w:lineRule="exact"/>
        <w:ind w:left="106"/>
        <w:rPr>
          <w:sz w:val="72"/>
          <w:lang w:val="ru-RU"/>
        </w:rPr>
      </w:pPr>
      <w:r w:rsidRPr="00AE75D4">
        <w:rPr>
          <w:sz w:val="72"/>
          <w:lang w:val="ru-RU"/>
        </w:rPr>
        <w:t>обуч</w:t>
      </w:r>
      <w:r>
        <w:rPr>
          <w:sz w:val="72"/>
          <w:lang w:val="ru-RU"/>
        </w:rPr>
        <w:t>.</w:t>
      </w:r>
      <w:r w:rsidRPr="009632E1">
        <w:rPr>
          <w:sz w:val="72"/>
          <w:lang w:val="ru-RU"/>
        </w:rPr>
        <w:t xml:space="preserve"> </w:t>
      </w:r>
      <w:r>
        <w:rPr>
          <w:sz w:val="72"/>
          <w:lang w:val="ru-RU"/>
        </w:rPr>
        <w:t>предприним.</w:t>
      </w:r>
      <w:r w:rsidRPr="00AE75D4">
        <w:rPr>
          <w:sz w:val="72"/>
          <w:lang w:val="ru-RU"/>
        </w:rPr>
        <w:tab/>
      </w:r>
      <w:r>
        <w:rPr>
          <w:sz w:val="72"/>
          <w:lang w:val="ru-RU"/>
        </w:rPr>
        <w:t>имеет в овладении</w:t>
      </w:r>
    </w:p>
    <w:p w:rsidR="00A57F9B" w:rsidRPr="00AE75D4" w:rsidRDefault="00A57F9B">
      <w:pPr>
        <w:tabs>
          <w:tab w:val="left" w:pos="7427"/>
        </w:tabs>
        <w:spacing w:line="843" w:lineRule="exact"/>
        <w:ind w:left="106"/>
        <w:rPr>
          <w:sz w:val="72"/>
          <w:lang w:val="ru-RU"/>
        </w:rPr>
      </w:pPr>
      <w:r>
        <w:rPr>
          <w:sz w:val="72"/>
          <w:lang w:val="ru-RU"/>
        </w:rPr>
        <w:t>базовыми</w:t>
      </w:r>
      <w:r w:rsidRPr="00AE75D4">
        <w:rPr>
          <w:sz w:val="72"/>
          <w:lang w:val="ru-RU"/>
        </w:rPr>
        <w:tab/>
        <w:t>и</w:t>
      </w:r>
    </w:p>
    <w:p w:rsidR="00A57F9B" w:rsidRPr="00B82F70" w:rsidRDefault="00A57F9B">
      <w:pPr>
        <w:tabs>
          <w:tab w:val="left" w:pos="7427"/>
        </w:tabs>
        <w:spacing w:before="2"/>
        <w:ind w:left="106"/>
        <w:rPr>
          <w:sz w:val="72"/>
          <w:lang w:val="ru-RU"/>
        </w:rPr>
      </w:pPr>
      <w:r w:rsidRPr="00AE75D4">
        <w:rPr>
          <w:sz w:val="72"/>
          <w:lang w:val="ru-RU"/>
        </w:rPr>
        <w:t>в с</w:t>
      </w:r>
      <w:r>
        <w:rPr>
          <w:sz w:val="72"/>
          <w:lang w:val="ru-RU"/>
        </w:rPr>
        <w:t>порте</w:t>
      </w:r>
      <w:r w:rsidRPr="00AE75D4">
        <w:rPr>
          <w:sz w:val="72"/>
          <w:lang w:val="ru-RU"/>
        </w:rPr>
        <w:tab/>
      </w:r>
      <w:r>
        <w:rPr>
          <w:sz w:val="72"/>
          <w:lang w:val="ru-RU"/>
        </w:rPr>
        <w:t>и в предприним.</w:t>
      </w:r>
    </w:p>
    <w:p w:rsidR="00A57F9B" w:rsidRPr="00AE75D4" w:rsidRDefault="00A57F9B">
      <w:pPr>
        <w:tabs>
          <w:tab w:val="left" w:pos="7427"/>
        </w:tabs>
        <w:ind w:left="106"/>
        <w:rPr>
          <w:b/>
          <w:sz w:val="72"/>
          <w:lang w:val="ru-RU"/>
        </w:rPr>
      </w:pPr>
      <w:r w:rsidRPr="00AE75D4">
        <w:rPr>
          <w:sz w:val="72"/>
          <w:lang w:val="ru-RU"/>
        </w:rPr>
        <w:t>понятно</w:t>
      </w:r>
      <w:r w:rsidRPr="00AE75D4">
        <w:rPr>
          <w:sz w:val="72"/>
          <w:lang w:val="ru-RU"/>
        </w:rPr>
        <w:tab/>
      </w:r>
      <w:r w:rsidRPr="00AE75D4">
        <w:rPr>
          <w:b/>
          <w:sz w:val="72"/>
          <w:u w:val="thick"/>
          <w:lang w:val="ru-RU"/>
        </w:rPr>
        <w:t>и жизненно важно</w:t>
      </w:r>
    </w:p>
    <w:p w:rsidR="00A57F9B" w:rsidRPr="00AE75D4" w:rsidRDefault="00A57F9B">
      <w:pPr>
        <w:rPr>
          <w:sz w:val="72"/>
          <w:lang w:val="ru-RU"/>
        </w:rPr>
        <w:sectPr w:rsidR="00A57F9B" w:rsidRPr="00AE75D4" w:rsidSect="00AE75D4">
          <w:headerReference w:type="default" r:id="rId7"/>
          <w:type w:val="continuous"/>
          <w:pgSz w:w="15840" w:h="12240" w:orient="landscape"/>
          <w:pgMar w:top="1380" w:right="1100" w:bottom="280" w:left="460" w:header="360" w:footer="720" w:gutter="0"/>
          <w:cols w:space="720"/>
        </w:sect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pPr>
        <w:tabs>
          <w:tab w:val="left" w:pos="7427"/>
        </w:tabs>
        <w:spacing w:before="100"/>
        <w:ind w:left="106"/>
        <w:rPr>
          <w:sz w:val="72"/>
          <w:lang w:val="ru-RU"/>
        </w:rPr>
      </w:pPr>
      <w:r w:rsidRPr="00AE75D4">
        <w:rPr>
          <w:b/>
          <w:sz w:val="72"/>
          <w:u w:val="thick"/>
          <w:lang w:val="ru-RU"/>
        </w:rPr>
        <w:t>Умени</w:t>
      </w:r>
      <w:r>
        <w:rPr>
          <w:b/>
          <w:sz w:val="72"/>
          <w:u w:val="thick"/>
          <w:lang w:val="ru-RU"/>
        </w:rPr>
        <w:t>е</w:t>
      </w:r>
      <w:r w:rsidRPr="00AE75D4">
        <w:rPr>
          <w:b/>
          <w:sz w:val="72"/>
          <w:lang w:val="ru-RU"/>
        </w:rPr>
        <w:tab/>
      </w:r>
      <w:r w:rsidRPr="00AE75D4">
        <w:rPr>
          <w:sz w:val="72"/>
          <w:lang w:val="ru-RU"/>
        </w:rPr>
        <w:t>через</w:t>
      </w:r>
    </w:p>
    <w:p w:rsidR="00A57F9B" w:rsidRPr="00AE75D4" w:rsidRDefault="00A57F9B">
      <w:pPr>
        <w:pStyle w:val="Heading1"/>
        <w:tabs>
          <w:tab w:val="left" w:pos="7427"/>
        </w:tabs>
        <w:spacing w:before="1"/>
        <w:rPr>
          <w:lang w:val="ru-RU"/>
        </w:rPr>
      </w:pPr>
      <w:r>
        <w:rPr>
          <w:lang w:val="ru-RU"/>
        </w:rPr>
        <w:t>должна</w:t>
      </w:r>
      <w:r w:rsidRPr="00AE75D4">
        <w:rPr>
          <w:lang w:val="ru-RU"/>
        </w:rPr>
        <w:tab/>
        <w:t>как</w:t>
      </w:r>
    </w:p>
    <w:p w:rsidR="00A57F9B" w:rsidRPr="00AE75D4" w:rsidRDefault="00A57F9B">
      <w:pPr>
        <w:tabs>
          <w:tab w:val="left" w:pos="7427"/>
        </w:tabs>
        <w:spacing w:line="843" w:lineRule="exact"/>
        <w:ind w:left="106"/>
        <w:rPr>
          <w:sz w:val="72"/>
          <w:lang w:val="ru-RU"/>
        </w:rPr>
      </w:pPr>
      <w:r>
        <w:rPr>
          <w:sz w:val="72"/>
          <w:lang w:val="ru-RU"/>
        </w:rPr>
        <w:t>важная</w:t>
      </w:r>
      <w:r w:rsidRPr="00AE75D4">
        <w:rPr>
          <w:sz w:val="72"/>
          <w:lang w:val="ru-RU"/>
        </w:rPr>
        <w:tab/>
        <w:t>роль</w:t>
      </w:r>
    </w:p>
    <w:p w:rsidR="00A57F9B" w:rsidRPr="00AE75D4" w:rsidRDefault="00A57F9B" w:rsidP="00151208">
      <w:pPr>
        <w:tabs>
          <w:tab w:val="left" w:pos="7427"/>
          <w:tab w:val="left" w:pos="7480"/>
        </w:tabs>
        <w:spacing w:before="1"/>
        <w:ind w:left="106" w:right="90"/>
        <w:rPr>
          <w:sz w:val="72"/>
          <w:lang w:val="ru-RU"/>
        </w:rPr>
      </w:pPr>
      <w:r>
        <w:rPr>
          <w:sz w:val="72"/>
          <w:lang w:val="ru-RU"/>
        </w:rPr>
        <w:t xml:space="preserve">предприниматели        </w:t>
      </w:r>
      <w:r w:rsidRPr="00AE75D4">
        <w:rPr>
          <w:sz w:val="72"/>
          <w:lang w:val="ru-RU"/>
        </w:rPr>
        <w:t>демонстрируют</w:t>
      </w:r>
    </w:p>
    <w:p w:rsidR="00A57F9B" w:rsidRPr="00AE75D4" w:rsidRDefault="00A57F9B" w:rsidP="00151208">
      <w:pPr>
        <w:tabs>
          <w:tab w:val="left" w:pos="7427"/>
        </w:tabs>
        <w:spacing w:before="1"/>
        <w:ind w:left="106" w:right="2620"/>
        <w:rPr>
          <w:sz w:val="72"/>
          <w:lang w:val="ru-RU"/>
        </w:rPr>
      </w:pPr>
      <w:r>
        <w:rPr>
          <w:sz w:val="72"/>
          <w:lang w:val="ru-RU"/>
        </w:rPr>
        <w:t>собственных</w:t>
      </w:r>
      <w:r w:rsidRPr="00AE75D4">
        <w:rPr>
          <w:sz w:val="72"/>
          <w:lang w:val="ru-RU"/>
        </w:rPr>
        <w:tab/>
      </w:r>
      <w:r>
        <w:rPr>
          <w:sz w:val="72"/>
          <w:lang w:val="ru-RU"/>
        </w:rPr>
        <w:t>границ</w:t>
      </w:r>
      <w:r w:rsidRPr="00AE75D4">
        <w:rPr>
          <w:sz w:val="72"/>
          <w:lang w:val="ru-RU"/>
        </w:rPr>
        <w:t xml:space="preserve"> сложности </w:t>
      </w:r>
      <w:r>
        <w:rPr>
          <w:sz w:val="72"/>
          <w:lang w:val="ru-RU"/>
        </w:rPr>
        <w:t xml:space="preserve">                       отличает</w:t>
      </w:r>
    </w:p>
    <w:p w:rsidR="00A57F9B" w:rsidRDefault="00A57F9B">
      <w:pPr>
        <w:tabs>
          <w:tab w:val="left" w:pos="7427"/>
        </w:tabs>
        <w:ind w:left="106" w:right="2283"/>
        <w:rPr>
          <w:sz w:val="72"/>
          <w:lang w:val="ru-RU"/>
        </w:rPr>
      </w:pPr>
      <w:r>
        <w:rPr>
          <w:noProof/>
          <w:lang w:val="ru-RU" w:eastAsia="ru-RU"/>
        </w:rPr>
        <w:pict>
          <v:shape id="_x0000_s1029" style="position:absolute;left:0;text-align:left;margin-left:672pt;margin-top:31.1pt;width:21.95pt;height:23.35pt;z-index:251654656;mso-position-horizontal-relative:page" coordorigin="12991,622" coordsize="439,467" o:spt="100" adj="0,,0" path="m13160,622r-5,l13152,623r-1,l13146,625r-5,4l13141,635r-38,218l13100,853r-44,11l13021,890r-23,38l12991,975r11,45l13027,1056r37,24l13109,1088r43,-11l13187,1051r23,-39l13213,999r-107,l13094,997r-10,-6l13078,982r-3,-12l13077,958r6,-9l13092,942r12,-3l13265,939r154,-57l13424,879r4,-4l13429,869r1,-6l13429,858r-5,-4l13205,854r9,-52l13366,802,13167,626r-3,-3l13160,622xm13265,939r-161,l13116,941r10,6l13132,956r3,12l13133,980r-6,10l13118,996r-12,3l13213,999r5,-33l13217,963r,-6l13265,939xm13366,802r-152,l13252,836r-47,18l13424,854r-58,-52x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v:shape>
        </w:pict>
      </w:r>
      <w:r w:rsidRPr="00AE75D4">
        <w:rPr>
          <w:sz w:val="72"/>
          <w:lang w:val="ru-RU"/>
        </w:rPr>
        <w:t>через поражени</w:t>
      </w:r>
      <w:r>
        <w:rPr>
          <w:sz w:val="72"/>
          <w:lang w:val="ru-RU"/>
        </w:rPr>
        <w:t>е</w:t>
      </w:r>
      <w:r w:rsidRPr="00AE75D4">
        <w:rPr>
          <w:sz w:val="72"/>
          <w:lang w:val="ru-RU"/>
        </w:rPr>
        <w:t xml:space="preserve"> </w:t>
      </w:r>
      <w:r>
        <w:rPr>
          <w:sz w:val="72"/>
          <w:lang w:val="ru-RU"/>
        </w:rPr>
        <w:t xml:space="preserve">     </w:t>
      </w:r>
      <w:r w:rsidRPr="00BE13BC">
        <w:rPr>
          <w:sz w:val="72"/>
          <w:lang w:val="ru-RU"/>
        </w:rPr>
        <w:t xml:space="preserve">     </w:t>
      </w:r>
      <w:r>
        <w:rPr>
          <w:sz w:val="72"/>
          <w:lang w:val="ru-RU"/>
        </w:rPr>
        <w:t>может быть</w:t>
      </w:r>
    </w:p>
    <w:p w:rsidR="00A57F9B" w:rsidRPr="00AE75D4" w:rsidRDefault="00A57F9B" w:rsidP="0076491B">
      <w:pPr>
        <w:tabs>
          <w:tab w:val="left" w:pos="7427"/>
        </w:tabs>
        <w:ind w:left="106" w:right="1300"/>
        <w:rPr>
          <w:b/>
          <w:sz w:val="72"/>
          <w:lang w:val="ru-RU"/>
        </w:rPr>
      </w:pPr>
      <w:r>
        <w:rPr>
          <w:noProof/>
          <w:lang w:val="ru-RU" w:eastAsia="ru-RU"/>
        </w:rPr>
        <w:pict>
          <v:shape id="_x0000_s1030" style="position:absolute;left:0;text-align:left;margin-left:639pt;margin-top:449.35pt;width:118.05pt;height:115.05pt;z-index:251653632;mso-position-horizontal-relative:page;mso-position-vertical-relative:page" coordorigin="12318,8987" coordsize="2361,2301" o:spt="100" adj="0,,0" path="m13101,9781r-1,-23l13092,9736r-7,-9l13069,9710r-21,-8l13027,9702r-21,9l12841,9828r-5,5l12835,9833r,135l12826,10023r-31,59l12747,10141r-64,56l12592,10248r-85,24l12436,10269r-47,-34l12375,10190r9,-55l12415,10076r48,-59l12528,9961r90,-51l12704,9885r71,4l12822,9923r13,45l12835,9833r-5,5l12827,9844r-53,-19l12711,9821r-69,14l12568,9864r-74,45l12426,9967r-54,63l12336,10095r-18,63l12318,10218r22,52l12379,10309r53,22l12495,10336r71,-12l12641,10294r35,-22l12717,10248r67,-57l12836,10130r37,-63l12892,10004r1,-58l12900,9944r6,-3l12912,9937r72,-52l13042,9844r35,-25l13093,9802r8,-21m14102,9306r-13,-76l14060,9159r-44,-61l13961,9049r-64,-36l13827,8992r-75,-5l13676,9000r-72,29l13543,9073r-49,55l13459,9192r-21,70l13433,9337r13,76l13475,9485r44,61l13574,9595r64,35l13708,9651r75,5l13859,9644r71,-30l13991,9571r49,-55l14076,9451r21,-70l14102,9306t576,1800l14645,10773r-2,-21l14637,10733r-10,-18l14614,10700r-31,-30l14366,10467r-91,-424l14246,9911r-19,-89l14454,9635r9,-9l14471,9618r6,-10l14483,9598r137,-229l14630,9337r-5,-35l14605,9269r-32,-27l14534,9226r-38,-2l14463,9236r-24,24l14303,9485r-233,193l14059,9679r-11,1l14037,9682r-11,2l13732,9768r-7,3l13718,9774r-2,1l13713,9776r-2,1l13710,9777r-1,1l13709,9778r-1,1l13707,9779r-1,l13455,9911r-179,-117l13244,9783r-35,4l13176,9806r-29,31l13130,9875r-3,38l13137,9947r24,25l13390,10121r3,2l13397,10125r3,1l13424,10135r25,4l13475,10136r25,-9l13660,10043r208,582l13819,10879r-208,220l13589,11135r-5,41l13595,11217r27,37l13659,11278r42,9l13742,11280r34,-23l14010,11010r8,-9l14025,10992r4,-11l14035,10966r2,-8l14083,10717r164,-47l14421,10833r29,295l14463,11168r28,31l14529,11217r45,4l14618,11209r34,-26l14673,11147r5,-41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r>
        <w:rPr>
          <w:sz w:val="72"/>
          <w:lang w:val="ru-RU"/>
        </w:rPr>
        <w:t xml:space="preserve">важной                              </w:t>
      </w:r>
      <w:r>
        <w:rPr>
          <w:b/>
          <w:sz w:val="72"/>
          <w:u w:val="single"/>
          <w:lang w:val="ru-RU"/>
        </w:rPr>
        <w:t>составляющей</w:t>
      </w:r>
    </w:p>
    <w:p w:rsidR="00A57F9B" w:rsidRPr="00AE75D4" w:rsidRDefault="00A57F9B">
      <w:pPr>
        <w:rPr>
          <w:sz w:val="72"/>
          <w:lang w:val="ru-RU"/>
        </w:rPr>
        <w:sectPr w:rsidR="00A57F9B" w:rsidRPr="00AE75D4" w:rsidSect="00151208">
          <w:pgSz w:w="15840" w:h="12240" w:orient="landscape"/>
          <w:pgMar w:top="1380" w:right="1210" w:bottom="280" w:left="460" w:header="360" w:footer="0" w:gutter="0"/>
          <w:cols w:space="720"/>
        </w:sectPr>
      </w:pPr>
    </w:p>
    <w:p w:rsidR="00A57F9B" w:rsidRPr="00AE75D4" w:rsidRDefault="00A57F9B">
      <w:pPr>
        <w:pStyle w:val="BodyText"/>
        <w:rPr>
          <w:b/>
          <w:sz w:val="20"/>
          <w:lang w:val="ru-RU"/>
        </w:rPr>
      </w:pPr>
      <w:r>
        <w:rPr>
          <w:noProof/>
          <w:lang w:val="ru-RU" w:eastAsia="ru-RU"/>
        </w:rPr>
        <w:pict>
          <v:shape id="_x0000_s1031" style="position:absolute;margin-left:627.75pt;margin-top:401pt;width:125.25pt;height:156.5pt;z-index:251656704;mso-position-horizontal-relative:page;mso-position-vertical-relative:page" coordorigin="12555,8020" coordsize="2505,3130" o:spt="100" adj="0,,0" path="m12981,9183r-11,-68l12961,9098r-22,-42l12891,9010r-38,-19l12853,9183r-7,34l12828,9244r-27,18l12768,9269r-33,-7l12708,9244r-18,-27l12683,9183r7,-33l12708,9123r27,-18l12768,9098r33,7l12828,9123r18,27l12853,9183r,-192l12831,8980r,-916l12827,8047r-9,-14l12804,8023r-17,-3l12749,8020r-17,3l12718,8033r-9,14l12705,8064r,916l12645,9010r-47,46l12566,9115r-11,68l12566,9250r30,59l12642,9355r59,30l12768,9396r67,-11l12894,9355r46,-46l12961,9269r9,-19l12981,9183t1702,249l14677,9386r-20,-37l14628,9324r-36,-10l13990,9306r-6,l13978,9305r-136,l13842,10649r,3l13808,10838r-34,-186l13774,10413r67,l13841,10648r1,1l13842,9305r-204,l13626,9306r-602,8l12988,9324r-29,25l12940,9386r-7,46l12941,9477r20,37l12991,9538r36,9l13475,9541r47,724l13522,10270r1,6l13523,10652r1,5l13525,10664r-1,9l13525,10682r1,10l13592,11058r18,43l13643,11132r44,17l13737,11149r20,-5l13776,11135r17,-11l13808,11111r15,13l13840,11135r19,9l13879,11149r50,l13973,11132r22,-21l14006,11101r18,-43l14063,10838r27,-146l14091,10682r,-9l14090,10663r2,-6l14092,10413r,-132l14093,10276r1,-6l14094,10265r47,-724l14589,9547r24,-6l14625,9538r30,-24l14675,9477r8,-45m15060,9183r-11,-68l15040,9098r-22,-42l14970,9010r-37,-18l14933,9183r-7,34l14908,9244r-27,18l14848,9269r-33,-7l14788,9244r-18,-27l14763,9183r7,-33l14788,9123r27,-18l14848,9098r33,7l14908,9123r18,27l14933,9183r,-191l14910,8980r,-916l14907,8047r-10,-14l14884,8023r-17,-3l14829,8020r-17,3l14798,8033r-9,14l14785,8064r,916l14725,9010r-48,46l14646,9115r-11,68l14646,9250r30,59l14722,9355r59,30l14848,9396r67,-11l14973,9355r46,-46l15040,9269r9,-19l15060,9183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BE13BC"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pPr>
        <w:tabs>
          <w:tab w:val="left" w:pos="7427"/>
        </w:tabs>
        <w:spacing w:before="100"/>
        <w:ind w:left="106"/>
        <w:rPr>
          <w:sz w:val="72"/>
          <w:lang w:val="ru-RU"/>
        </w:rPr>
      </w:pPr>
      <w:r w:rsidRPr="00AE75D4">
        <w:rPr>
          <w:b/>
          <w:sz w:val="72"/>
          <w:u w:val="thick"/>
          <w:lang w:val="ru-RU"/>
        </w:rPr>
        <w:t>Также</w:t>
      </w:r>
      <w:r w:rsidRPr="00AE75D4">
        <w:rPr>
          <w:b/>
          <w:sz w:val="72"/>
          <w:lang w:val="ru-RU"/>
        </w:rPr>
        <w:tab/>
      </w:r>
      <w:r>
        <w:rPr>
          <w:sz w:val="72"/>
          <w:lang w:val="ru-RU"/>
        </w:rPr>
        <w:t>в</w:t>
      </w:r>
      <w:r w:rsidRPr="00AE75D4">
        <w:rPr>
          <w:sz w:val="72"/>
          <w:lang w:val="ru-RU"/>
        </w:rPr>
        <w:t xml:space="preserve"> </w:t>
      </w:r>
    </w:p>
    <w:p w:rsidR="00A57F9B" w:rsidRPr="00AE75D4" w:rsidRDefault="00A57F9B">
      <w:pPr>
        <w:pStyle w:val="Heading1"/>
        <w:tabs>
          <w:tab w:val="left" w:pos="7427"/>
        </w:tabs>
        <w:spacing w:before="1"/>
        <w:rPr>
          <w:lang w:val="ru-RU"/>
        </w:rPr>
      </w:pPr>
      <w:r w:rsidRPr="00AE75D4">
        <w:rPr>
          <w:lang w:val="ru-RU"/>
        </w:rPr>
        <w:t>и</w:t>
      </w:r>
      <w:r w:rsidRPr="00AE75D4">
        <w:rPr>
          <w:lang w:val="ru-RU"/>
        </w:rPr>
        <w:tab/>
        <w:t>цель</w:t>
      </w:r>
    </w:p>
    <w:p w:rsidR="00A57F9B" w:rsidRPr="00AE75D4" w:rsidRDefault="00A57F9B">
      <w:pPr>
        <w:tabs>
          <w:tab w:val="left" w:pos="7427"/>
        </w:tabs>
        <w:spacing w:line="843" w:lineRule="exact"/>
        <w:ind w:left="106"/>
        <w:rPr>
          <w:sz w:val="72"/>
          <w:lang w:val="ru-RU"/>
        </w:rPr>
      </w:pPr>
      <w:r>
        <w:rPr>
          <w:sz w:val="72"/>
          <w:lang w:val="ru-RU"/>
        </w:rPr>
        <w:t>в обо</w:t>
      </w:r>
      <w:r w:rsidRPr="00AE75D4">
        <w:rPr>
          <w:sz w:val="72"/>
          <w:lang w:val="ru-RU"/>
        </w:rPr>
        <w:t>их</w:t>
      </w:r>
      <w:r w:rsidRPr="00AE75D4">
        <w:rPr>
          <w:sz w:val="72"/>
          <w:lang w:val="ru-RU"/>
        </w:rPr>
        <w:tab/>
        <w:t>случаях</w:t>
      </w:r>
    </w:p>
    <w:p w:rsidR="00A57F9B" w:rsidRPr="00AE75D4" w:rsidRDefault="00A57F9B">
      <w:pPr>
        <w:tabs>
          <w:tab w:val="left" w:pos="7427"/>
        </w:tabs>
        <w:spacing w:before="1"/>
        <w:ind w:left="106"/>
        <w:rPr>
          <w:sz w:val="72"/>
          <w:lang w:val="ru-RU"/>
        </w:rPr>
      </w:pPr>
      <w:r w:rsidRPr="00AE75D4">
        <w:rPr>
          <w:sz w:val="72"/>
          <w:lang w:val="ru-RU"/>
        </w:rPr>
        <w:t>отлича</w:t>
      </w:r>
      <w:r>
        <w:rPr>
          <w:sz w:val="72"/>
          <w:lang w:val="ru-RU"/>
        </w:rPr>
        <w:t>ет</w:t>
      </w:r>
      <w:r w:rsidRPr="00AE75D4">
        <w:rPr>
          <w:sz w:val="72"/>
          <w:lang w:val="ru-RU"/>
        </w:rPr>
        <w:tab/>
        <w:t>спортсменов</w:t>
      </w:r>
    </w:p>
    <w:p w:rsidR="00A57F9B" w:rsidRPr="00AE75D4" w:rsidRDefault="00A57F9B">
      <w:pPr>
        <w:tabs>
          <w:tab w:val="left" w:pos="7427"/>
        </w:tabs>
        <w:spacing w:line="843" w:lineRule="exact"/>
        <w:ind w:left="106"/>
        <w:rPr>
          <w:sz w:val="72"/>
          <w:lang w:val="ru-RU"/>
        </w:rPr>
      </w:pPr>
      <w:r w:rsidRPr="00AE75D4">
        <w:rPr>
          <w:sz w:val="72"/>
          <w:lang w:val="ru-RU"/>
        </w:rPr>
        <w:t>страсть</w:t>
      </w:r>
      <w:r w:rsidRPr="00AE75D4">
        <w:rPr>
          <w:sz w:val="72"/>
          <w:lang w:val="ru-RU"/>
        </w:rPr>
        <w:tab/>
        <w:t>и</w:t>
      </w:r>
    </w:p>
    <w:p w:rsidR="00A57F9B" w:rsidRPr="00AE75D4" w:rsidRDefault="00A57F9B">
      <w:pPr>
        <w:tabs>
          <w:tab w:val="left" w:pos="7427"/>
        </w:tabs>
        <w:spacing w:line="843" w:lineRule="exact"/>
        <w:ind w:left="106"/>
        <w:rPr>
          <w:sz w:val="72"/>
          <w:lang w:val="ru-RU"/>
        </w:rPr>
      </w:pPr>
      <w:r>
        <w:rPr>
          <w:sz w:val="72"/>
          <w:lang w:val="ru-RU"/>
        </w:rPr>
        <w:t>работаем</w:t>
      </w:r>
      <w:r w:rsidRPr="00AE75D4">
        <w:rPr>
          <w:sz w:val="72"/>
          <w:lang w:val="ru-RU"/>
        </w:rPr>
        <w:t>,</w:t>
      </w:r>
      <w:r w:rsidRPr="00AE75D4">
        <w:rPr>
          <w:sz w:val="72"/>
          <w:lang w:val="ru-RU"/>
        </w:rPr>
        <w:tab/>
        <w:t>без</w:t>
      </w:r>
      <w:r>
        <w:rPr>
          <w:sz w:val="72"/>
          <w:lang w:val="ru-RU"/>
        </w:rPr>
        <w:t xml:space="preserve"> того, чтобы</w:t>
      </w:r>
    </w:p>
    <w:p w:rsidR="00A57F9B" w:rsidRPr="00AE75D4" w:rsidRDefault="00A57F9B">
      <w:pPr>
        <w:tabs>
          <w:tab w:val="left" w:pos="7427"/>
        </w:tabs>
        <w:spacing w:before="2"/>
        <w:ind w:left="106"/>
        <w:rPr>
          <w:sz w:val="72"/>
          <w:lang w:val="ru-RU"/>
        </w:rPr>
      </w:pPr>
      <w:r>
        <w:rPr>
          <w:noProof/>
          <w:lang w:val="ru-RU" w:eastAsia="ru-RU"/>
        </w:rPr>
        <w:pict>
          <v:shape id="_x0000_s1032" style="position:absolute;left:0;text-align:left;margin-left:672pt;margin-top:38.85pt;width:36.8pt;height:36.8pt;z-index:251655680;mso-position-horizontal-relative:page" coordorigin="13440,777" coordsize="736,736" path="m13808,777r-74,8l13665,806r-63,34l13548,885r-45,55l13469,1002r-22,69l13440,1145r7,74l13469,1288r34,63l13548,1405r54,45l13665,1484r69,21l13808,1513r74,-8l13951,1484r62,-34l14068,1405r44,-54l14146,1288r22,-69l14175,1145r-7,-74l14146,1002r-34,-62l14068,885r-55,-45l13951,806r-69,-21l13808,777xe" fillcolor="#1f1e1f" stroked="f">
            <v:path arrowok="t"/>
            <w10:wrap anchorx="page"/>
          </v:shape>
        </w:pict>
      </w:r>
      <w:r w:rsidRPr="00AE75D4">
        <w:rPr>
          <w:sz w:val="72"/>
          <w:lang w:val="ru-RU"/>
        </w:rPr>
        <w:t>к риску</w:t>
      </w:r>
      <w:r w:rsidRPr="00AE75D4">
        <w:rPr>
          <w:sz w:val="72"/>
          <w:lang w:val="ru-RU"/>
        </w:rPr>
        <w:tab/>
        <w:t>играет</w:t>
      </w:r>
    </w:p>
    <w:p w:rsidR="00A57F9B" w:rsidRPr="00AE75D4" w:rsidRDefault="00A57F9B">
      <w:pPr>
        <w:tabs>
          <w:tab w:val="left" w:pos="7427"/>
        </w:tabs>
        <w:ind w:left="106"/>
        <w:rPr>
          <w:b/>
          <w:sz w:val="72"/>
          <w:lang w:val="ru-RU"/>
        </w:rPr>
      </w:pPr>
      <w:r w:rsidRPr="00AE75D4">
        <w:rPr>
          <w:sz w:val="72"/>
          <w:lang w:val="ru-RU"/>
        </w:rPr>
        <w:t>важнейш</w:t>
      </w:r>
      <w:r>
        <w:rPr>
          <w:sz w:val="72"/>
          <w:lang w:val="ru-RU"/>
        </w:rPr>
        <w:t>ий</w:t>
      </w:r>
      <w:r w:rsidRPr="00AE75D4">
        <w:rPr>
          <w:sz w:val="72"/>
          <w:lang w:val="ru-RU"/>
        </w:rPr>
        <w:tab/>
      </w:r>
      <w:r>
        <w:rPr>
          <w:b/>
          <w:sz w:val="72"/>
          <w:u w:val="thick"/>
          <w:lang w:val="ru-RU"/>
        </w:rPr>
        <w:t>элемент</w:t>
      </w:r>
      <w:r w:rsidRPr="00AE75D4">
        <w:rPr>
          <w:b/>
          <w:sz w:val="72"/>
          <w:u w:val="thick"/>
          <w:lang w:val="ru-RU"/>
        </w:rPr>
        <w:t>”</w:t>
      </w:r>
    </w:p>
    <w:p w:rsidR="00A57F9B" w:rsidRPr="00AE75D4" w:rsidRDefault="00A57F9B">
      <w:pPr>
        <w:rPr>
          <w:sz w:val="72"/>
          <w:lang w:val="ru-RU"/>
        </w:rPr>
        <w:sectPr w:rsidR="00A57F9B" w:rsidRPr="00AE75D4">
          <w:pgSz w:w="15840" w:h="12240" w:orient="landscape"/>
          <w:pgMar w:top="1380" w:right="1580" w:bottom="280" w:left="460" w:header="360" w:footer="0" w:gutter="0"/>
          <w:cols w:space="720"/>
        </w:sectPr>
      </w:pPr>
    </w:p>
    <w:p w:rsidR="00A57F9B" w:rsidRPr="00AE75D4" w:rsidRDefault="00A57F9B">
      <w:pPr>
        <w:pStyle w:val="BodyText"/>
        <w:rPr>
          <w:b/>
          <w:sz w:val="20"/>
          <w:lang w:val="ru-RU"/>
        </w:rPr>
      </w:pPr>
      <w:r>
        <w:rPr>
          <w:noProof/>
          <w:lang w:val="ru-RU" w:eastAsia="ru-RU"/>
        </w:rPr>
        <w:pict>
          <v:shape id="_x0000_s1033" style="position:absolute;margin-left:613pt;margin-top:471.95pt;width:138.7pt;height:80.15pt;z-index:251657728;mso-position-horizontal-relative:page;mso-position-vertical-relative:page" coordorigin="12260,9439" coordsize="2774,1603" o:spt="100" adj="0,,0" path="m14060,10227r-126,-231l13928,9985r-7,-10l13915,9966r-5,-9l13904,9949r-7,-8l13634,9658r-12,-12l13608,9637r-14,-7l13579,9625r-7,-3l13564,9620r-15,l13248,9614r-37,8l13180,9647r-21,37l13151,9730r7,47l13177,9815r30,27l13243,9852r250,5l13607,9979r-595,377l13007,10358r-4,4l12998,10365r-297,162l12749,10539r49,9l12848,10553r51,2l12971,10552r72,-8l13116,10530r75,-18l13266,10491r76,-24l13419,10440r316,-116l13815,10297r81,-26l13977,10247r83,-20m14780,9849r,-73l14765,9704r-29,-70l14693,9571r-54,-52l14578,9480r-67,-27l14441,9439r-73,l14296,9454r-70,30l14163,9527r-52,53l14072,9641r-27,66l14031,9778r,73l14046,9924r30,70l14118,10057r53,51l14232,10147r67,27l14370,10188r73,l14516,10173r70,-29l14649,10101r51,-53l14739,9986r27,-67l14780,9849t254,819l15033,10665r-11,-65l14992,10532r-46,-60l14890,10427r-66,-35l14756,10362r-69,-24l14616,10319r-72,-13l14471,10298r-76,-3l14315,10298r-79,8l14157,10318r-79,17l14000,10355r-78,23l13845,10403r-77,27l13451,10546r-80,27l13291,10599r-79,22l13133,10639r-78,14l12977,10662r-78,3l12813,10661r-83,-13l12650,10627r-78,-31l12470,10544r-26,-10l12420,10529r-25,-2l12341,10537r-43,30l12270,10611r-10,57l12271,10736r31,68l12348,10863r56,45l12470,10943r68,31l12607,10998r70,19l12749,11030r74,8l12899,11041r80,-3l13058,11030r79,-12l13216,11001r78,-20l13372,10958r77,-25l13526,10906r316,-116l13923,10762r80,-25l14082,10715r79,-19l14239,10682r78,-9l14395,10670r86,4l14564,10687r80,22l14722,10739r102,53l14849,10801r25,6l14898,10809r55,-11l14995,10769r28,-45l15033,10670r1,-2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pPr>
        <w:tabs>
          <w:tab w:val="left" w:pos="7427"/>
        </w:tabs>
        <w:spacing w:before="100"/>
        <w:ind w:left="106" w:right="650"/>
        <w:rPr>
          <w:sz w:val="72"/>
          <w:lang w:val="ru-RU"/>
        </w:rPr>
      </w:pPr>
      <w:r w:rsidRPr="00AE75D4">
        <w:rPr>
          <w:b/>
          <w:sz w:val="72"/>
          <w:u w:val="thick"/>
          <w:lang w:val="ru-RU"/>
        </w:rPr>
        <w:t>Работоспособность</w:t>
      </w:r>
      <w:r w:rsidRPr="00AE75D4">
        <w:rPr>
          <w:b/>
          <w:sz w:val="72"/>
          <w:lang w:val="ru-RU"/>
        </w:rPr>
        <w:t xml:space="preserve"> </w:t>
      </w:r>
      <w:r>
        <w:rPr>
          <w:b/>
          <w:sz w:val="72"/>
          <w:lang w:val="ru-RU"/>
        </w:rPr>
        <w:t xml:space="preserve">   </w:t>
      </w:r>
      <w:r w:rsidRPr="00AE75D4">
        <w:rPr>
          <w:sz w:val="72"/>
          <w:lang w:val="ru-RU"/>
        </w:rPr>
        <w:t>и              овладение</w:t>
      </w:r>
      <w:r w:rsidRPr="00AE75D4">
        <w:rPr>
          <w:sz w:val="72"/>
          <w:lang w:val="ru-RU"/>
        </w:rPr>
        <w:tab/>
        <w:t>в экономике</w:t>
      </w:r>
    </w:p>
    <w:p w:rsidR="00A57F9B" w:rsidRPr="00AE75D4" w:rsidRDefault="00A57F9B">
      <w:pPr>
        <w:pStyle w:val="Heading1"/>
        <w:tabs>
          <w:tab w:val="left" w:pos="7427"/>
        </w:tabs>
        <w:rPr>
          <w:lang w:val="ru-RU"/>
        </w:rPr>
      </w:pPr>
      <w:r w:rsidRPr="00AE75D4">
        <w:rPr>
          <w:lang w:val="ru-RU"/>
        </w:rPr>
        <w:t>тренировки</w:t>
      </w:r>
      <w:r w:rsidRPr="00AE75D4">
        <w:rPr>
          <w:lang w:val="ru-RU"/>
        </w:rPr>
        <w:tab/>
        <w:t>в</w:t>
      </w:r>
    </w:p>
    <w:p w:rsidR="00A57F9B" w:rsidRPr="00AE75D4" w:rsidRDefault="00A57F9B">
      <w:pPr>
        <w:tabs>
          <w:tab w:val="left" w:pos="7427"/>
        </w:tabs>
        <w:spacing w:before="1"/>
        <w:ind w:left="106"/>
        <w:rPr>
          <w:sz w:val="72"/>
          <w:lang w:val="ru-RU"/>
        </w:rPr>
      </w:pPr>
      <w:r w:rsidRPr="00AE75D4">
        <w:rPr>
          <w:sz w:val="72"/>
          <w:lang w:val="ru-RU"/>
        </w:rPr>
        <w:t>в об</w:t>
      </w:r>
      <w:r>
        <w:rPr>
          <w:sz w:val="72"/>
          <w:lang w:val="ru-RU"/>
        </w:rPr>
        <w:t>ои</w:t>
      </w:r>
      <w:r w:rsidRPr="00AE75D4">
        <w:rPr>
          <w:sz w:val="72"/>
          <w:lang w:val="ru-RU"/>
        </w:rPr>
        <w:t>х случаях</w:t>
      </w:r>
      <w:r w:rsidRPr="00AE75D4">
        <w:rPr>
          <w:sz w:val="72"/>
          <w:lang w:val="ru-RU"/>
        </w:rPr>
        <w:tab/>
        <w:t>понятно</w:t>
      </w:r>
    </w:p>
    <w:p w:rsidR="00A57F9B" w:rsidRPr="00AE75D4" w:rsidRDefault="00A57F9B">
      <w:pPr>
        <w:tabs>
          <w:tab w:val="left" w:pos="7427"/>
        </w:tabs>
        <w:spacing w:before="1" w:line="843" w:lineRule="exact"/>
        <w:ind w:left="106"/>
        <w:rPr>
          <w:sz w:val="72"/>
          <w:lang w:val="ru-RU"/>
        </w:rPr>
      </w:pPr>
      <w:r w:rsidRPr="00AE75D4">
        <w:rPr>
          <w:sz w:val="72"/>
          <w:lang w:val="ru-RU"/>
        </w:rPr>
        <w:t xml:space="preserve">и </w:t>
      </w:r>
      <w:r>
        <w:rPr>
          <w:sz w:val="72"/>
          <w:lang w:val="ru-RU"/>
        </w:rPr>
        <w:t>как</w:t>
      </w:r>
      <w:r w:rsidRPr="00AE75D4">
        <w:rPr>
          <w:sz w:val="72"/>
          <w:lang w:val="ru-RU"/>
        </w:rPr>
        <w:tab/>
        <w:t>предприниматель</w:t>
      </w:r>
    </w:p>
    <w:p w:rsidR="00A57F9B" w:rsidRPr="00AE75D4" w:rsidRDefault="00A57F9B">
      <w:pPr>
        <w:tabs>
          <w:tab w:val="left" w:pos="7427"/>
        </w:tabs>
        <w:spacing w:line="843" w:lineRule="exact"/>
        <w:ind w:left="106"/>
        <w:rPr>
          <w:sz w:val="72"/>
          <w:lang w:val="ru-RU"/>
        </w:rPr>
      </w:pPr>
      <w:r>
        <w:rPr>
          <w:sz w:val="72"/>
          <w:lang w:val="ru-RU"/>
        </w:rPr>
        <w:t>демонстрируют</w:t>
      </w:r>
      <w:r w:rsidRPr="00AE75D4">
        <w:rPr>
          <w:sz w:val="72"/>
          <w:lang w:val="ru-RU"/>
        </w:rPr>
        <w:tab/>
        <w:t>страсть</w:t>
      </w:r>
    </w:p>
    <w:p w:rsidR="00A57F9B" w:rsidRPr="00AE75D4" w:rsidRDefault="00A57F9B">
      <w:pPr>
        <w:tabs>
          <w:tab w:val="left" w:pos="7427"/>
        </w:tabs>
        <w:spacing w:before="1"/>
        <w:ind w:left="106"/>
        <w:rPr>
          <w:sz w:val="72"/>
          <w:lang w:val="ru-RU"/>
        </w:rPr>
      </w:pPr>
      <w:r>
        <w:rPr>
          <w:sz w:val="72"/>
          <w:lang w:val="ru-RU"/>
        </w:rPr>
        <w:t>преследуем</w:t>
      </w:r>
      <w:r w:rsidRPr="00AE75D4">
        <w:rPr>
          <w:sz w:val="72"/>
          <w:lang w:val="ru-RU"/>
        </w:rPr>
        <w:tab/>
      </w:r>
      <w:r>
        <w:rPr>
          <w:sz w:val="72"/>
          <w:lang w:val="ru-RU"/>
        </w:rPr>
        <w:t>как цель</w:t>
      </w:r>
    </w:p>
    <w:p w:rsidR="00A57F9B" w:rsidRPr="00717604" w:rsidRDefault="00A57F9B">
      <w:pPr>
        <w:tabs>
          <w:tab w:val="left" w:pos="7427"/>
        </w:tabs>
        <w:spacing w:before="1"/>
        <w:ind w:left="106"/>
        <w:rPr>
          <w:b/>
          <w:sz w:val="72"/>
          <w:lang w:val="ru-RU"/>
        </w:rPr>
      </w:pPr>
      <w:r>
        <w:rPr>
          <w:sz w:val="72"/>
          <w:lang w:val="ru-RU"/>
        </w:rPr>
        <w:t>являются</w:t>
      </w:r>
      <w:r w:rsidRPr="00AE75D4">
        <w:rPr>
          <w:sz w:val="72"/>
          <w:lang w:val="ru-RU"/>
        </w:rPr>
        <w:tab/>
      </w:r>
      <w:r w:rsidRPr="00AE75D4">
        <w:rPr>
          <w:b/>
          <w:sz w:val="72"/>
          <w:u w:val="thick"/>
          <w:lang w:val="ru-RU"/>
        </w:rPr>
        <w:t>реша</w:t>
      </w:r>
      <w:r>
        <w:rPr>
          <w:b/>
          <w:sz w:val="72"/>
          <w:u w:val="thick"/>
          <w:lang w:val="ru-RU"/>
        </w:rPr>
        <w:t>ющими</w:t>
      </w:r>
    </w:p>
    <w:p w:rsidR="00A57F9B" w:rsidRPr="00AE75D4" w:rsidRDefault="00A57F9B">
      <w:pPr>
        <w:rPr>
          <w:sz w:val="72"/>
          <w:lang w:val="ru-RU"/>
        </w:rPr>
        <w:sectPr w:rsidR="00A57F9B" w:rsidRPr="00AE75D4">
          <w:pgSz w:w="15840" w:h="12240" w:orient="landscape"/>
          <w:pgMar w:top="1380" w:right="1580" w:bottom="280" w:left="460" w:header="360" w:footer="0" w:gutter="0"/>
          <w:cols w:space="720"/>
        </w:sectPr>
      </w:pPr>
    </w:p>
    <w:p w:rsidR="00A57F9B" w:rsidRPr="00AE75D4" w:rsidRDefault="00A57F9B">
      <w:pPr>
        <w:pStyle w:val="BodyText"/>
        <w:rPr>
          <w:b/>
          <w:sz w:val="20"/>
          <w:lang w:val="ru-RU"/>
        </w:rPr>
      </w:pPr>
      <w:r>
        <w:rPr>
          <w:noProof/>
          <w:lang w:val="ru-RU" w:eastAsia="ru-RU"/>
        </w:rPr>
        <w:pict>
          <v:group id="_x0000_s1034" style="position:absolute;margin-left:675.45pt;margin-top:423.8pt;width:73.7pt;height:153.75pt;z-index:251658752;mso-position-horizontal-relative:page;mso-position-vertical-relative:page" coordorigin="13509,8476" coordsize="1474,3075">
            <v:shape id="_x0000_s1035" style="position:absolute;left:13508;top:8476;width:1120;height:3075" coordorigin="13509,8476" coordsize="1120,3075" o:spt="100" adj="0,,0" path="m14163,9605r-8,-72l14131,9466r-37,-58l14046,9359r-59,-37l13921,9299r-72,-9l13777,9299r-66,23l13652,9359r-49,49l13566,9466r-23,67l13534,9605r9,72l13566,9743r37,58l13652,9850r59,37l13777,9911r72,8l13921,9911r66,-24l14046,9850r48,-49l14131,9743r24,-66l14163,9605t423,497l14577,10064r-1,-2l14576,10060r-1,-1l14576,10054r-1,-6l14575,10043r-10,-38l14546,9975r-27,-19l14487,9951r-559,49l13709,10000r-59,9l13603,10036r-32,41l13559,10126r46,694l13605,10829r,5l13605,11126r-92,285l13509,11450r12,37l13547,11517r38,21l13627,11543r39,-9l13698,11511r20,-34l13816,11174r,-2l13817,11170r,-1l13817,11168r1,-2l13818,11165r1,-2l13819,11159r1,-1l13820,11155r,-2l13820,10947r87,l13972,11152r,300l13980,11490r23,32l14037,11543r42,7l14121,11543r34,-21l14178,11490r9,-38l14187,11122r-1,-3l14185,11117r,-2l14184,11111r-1,-5l14182,11102r-50,-155l14093,10822r,-2l14124,10357r180,-74l14311,10281r3,-2l14542,10186r25,-19l14582,10137r4,-35m14629,9799r-2,-13l14620,9776,13914,8642r-76,-122l13836,8519r,-1l13834,8514r-5,-4l13825,8506r-7,-5l13801,8492r-23,-10l13751,8476r-39,2l13647,8492r-65,36l13543,8594r-1,17l13548,8627r10,12l13573,8647r2,1l13589,8653r21,2l13638,8655r46,-3l13731,8648r33,-6l14512,9843r7,8l14527,9858r9,4l14546,9864r10,2l14567,9863r39,-24l14616,9833r7,-11l14629,9799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14683;top:10947;width:300;height:300">
              <v:imagedata r:id="rId8" o:title=""/>
            </v:shape>
            <v:shape id="_x0000_s1037" type="#_x0000_t75" style="position:absolute;left:14709;top:11294;width:247;height:247">
              <v:imagedata r:id="rId9" o:title=""/>
            </v:shape>
            <w10:wrap anchorx="page" anchory="page"/>
          </v:group>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rsidP="00BE13BC">
      <w:pPr>
        <w:tabs>
          <w:tab w:val="left" w:pos="7427"/>
        </w:tabs>
        <w:spacing w:before="100"/>
        <w:ind w:left="106" w:right="1590"/>
        <w:rPr>
          <w:sz w:val="72"/>
          <w:lang w:val="ru-RU"/>
        </w:rPr>
      </w:pPr>
      <w:r>
        <w:rPr>
          <w:b/>
          <w:sz w:val="72"/>
          <w:u w:val="thick"/>
          <w:lang w:val="ru-RU"/>
        </w:rPr>
        <w:t>Вызовы</w:t>
      </w:r>
      <w:r w:rsidRPr="00AE75D4">
        <w:rPr>
          <w:b/>
          <w:sz w:val="72"/>
          <w:lang w:val="ru-RU"/>
        </w:rPr>
        <w:tab/>
      </w:r>
      <w:r>
        <w:rPr>
          <w:sz w:val="72"/>
          <w:lang w:val="ru-RU"/>
        </w:rPr>
        <w:t xml:space="preserve">над                 которыми </w:t>
      </w:r>
      <w:r>
        <w:rPr>
          <w:sz w:val="72"/>
          <w:lang w:val="ru-RU"/>
        </w:rPr>
        <w:tab/>
        <w:t>работаем,</w:t>
      </w:r>
    </w:p>
    <w:p w:rsidR="00A57F9B" w:rsidRPr="0007305E" w:rsidRDefault="00A57F9B">
      <w:pPr>
        <w:pStyle w:val="Heading1"/>
        <w:tabs>
          <w:tab w:val="left" w:pos="7427"/>
        </w:tabs>
        <w:rPr>
          <w:lang w:val="ru-RU"/>
        </w:rPr>
      </w:pPr>
      <w:r>
        <w:rPr>
          <w:lang w:val="ru-RU"/>
        </w:rPr>
        <w:t>играет</w:t>
      </w:r>
      <w:r w:rsidRPr="00AE75D4">
        <w:rPr>
          <w:lang w:val="ru-RU"/>
        </w:rPr>
        <w:tab/>
      </w:r>
      <w:r>
        <w:rPr>
          <w:lang w:val="ru-RU"/>
        </w:rPr>
        <w:t>в спорте</w:t>
      </w:r>
    </w:p>
    <w:p w:rsidR="00A57F9B" w:rsidRPr="00170537" w:rsidRDefault="00A57F9B">
      <w:pPr>
        <w:tabs>
          <w:tab w:val="left" w:pos="7427"/>
        </w:tabs>
        <w:spacing w:before="1"/>
        <w:ind w:left="106"/>
        <w:rPr>
          <w:sz w:val="72"/>
          <w:lang w:val="ru-RU"/>
        </w:rPr>
      </w:pPr>
      <w:r>
        <w:rPr>
          <w:sz w:val="72"/>
          <w:lang w:val="ru-RU"/>
        </w:rPr>
        <w:t>в</w:t>
      </w:r>
      <w:r w:rsidRPr="00AE75D4">
        <w:rPr>
          <w:sz w:val="72"/>
          <w:lang w:val="ru-RU"/>
        </w:rPr>
        <w:tab/>
      </w:r>
      <w:r w:rsidRPr="00170537">
        <w:rPr>
          <w:sz w:val="72"/>
          <w:lang w:val="ru-RU"/>
        </w:rPr>
        <w:t>обуч. предприним.</w:t>
      </w:r>
    </w:p>
    <w:p w:rsidR="00A57F9B" w:rsidRPr="00AE75D4" w:rsidRDefault="00A57F9B">
      <w:pPr>
        <w:tabs>
          <w:tab w:val="left" w:pos="7427"/>
        </w:tabs>
        <w:spacing w:before="1" w:line="843" w:lineRule="exact"/>
        <w:ind w:left="106"/>
        <w:rPr>
          <w:sz w:val="72"/>
          <w:lang w:val="ru-RU"/>
        </w:rPr>
      </w:pPr>
      <w:r>
        <w:rPr>
          <w:sz w:val="72"/>
          <w:lang w:val="ru-RU"/>
        </w:rPr>
        <w:t>и</w:t>
      </w:r>
      <w:r>
        <w:rPr>
          <w:sz w:val="72"/>
          <w:lang w:val="ru-RU"/>
        </w:rPr>
        <w:tab/>
        <w:t>горят</w:t>
      </w:r>
    </w:p>
    <w:p w:rsidR="00A57F9B" w:rsidRPr="00AE75D4" w:rsidRDefault="00A57F9B">
      <w:pPr>
        <w:tabs>
          <w:tab w:val="left" w:pos="7427"/>
        </w:tabs>
        <w:spacing w:line="843" w:lineRule="exact"/>
        <w:ind w:left="106"/>
        <w:rPr>
          <w:sz w:val="72"/>
          <w:lang w:val="ru-RU"/>
        </w:rPr>
      </w:pPr>
      <w:r>
        <w:rPr>
          <w:sz w:val="72"/>
          <w:lang w:val="ru-RU"/>
        </w:rPr>
        <w:t>в</w:t>
      </w:r>
      <w:r>
        <w:rPr>
          <w:sz w:val="72"/>
          <w:lang w:val="ru-RU"/>
        </w:rPr>
        <w:tab/>
        <w:t>обеих</w:t>
      </w:r>
    </w:p>
    <w:p w:rsidR="00A57F9B" w:rsidRDefault="00A57F9B">
      <w:pPr>
        <w:tabs>
          <w:tab w:val="left" w:pos="7427"/>
        </w:tabs>
        <w:spacing w:before="1"/>
        <w:ind w:left="106"/>
        <w:rPr>
          <w:sz w:val="72"/>
          <w:lang w:val="ru-RU"/>
        </w:rPr>
      </w:pPr>
      <w:r>
        <w:rPr>
          <w:sz w:val="72"/>
          <w:lang w:val="ru-RU"/>
        </w:rPr>
        <w:t>являются в</w:t>
      </w:r>
      <w:r>
        <w:rPr>
          <w:sz w:val="72"/>
          <w:lang w:val="ru-RU"/>
        </w:rPr>
        <w:tab/>
        <w:t>спорте</w:t>
      </w:r>
    </w:p>
    <w:p w:rsidR="00A57F9B" w:rsidRPr="00AE75D4" w:rsidRDefault="00A57F9B">
      <w:pPr>
        <w:tabs>
          <w:tab w:val="left" w:pos="7427"/>
        </w:tabs>
        <w:spacing w:before="1"/>
        <w:ind w:left="106"/>
        <w:rPr>
          <w:sz w:val="72"/>
          <w:lang w:val="ru-RU"/>
        </w:rPr>
      </w:pPr>
      <w:r>
        <w:rPr>
          <w:sz w:val="72"/>
          <w:lang w:val="ru-RU"/>
        </w:rPr>
        <w:t>спортсмена</w:t>
      </w:r>
      <w:r>
        <w:rPr>
          <w:sz w:val="72"/>
          <w:lang w:val="ru-RU"/>
        </w:rPr>
        <w:tab/>
        <w:t>а также</w:t>
      </w:r>
    </w:p>
    <w:p w:rsidR="00A57F9B" w:rsidRPr="0038728F" w:rsidRDefault="00A57F9B">
      <w:pPr>
        <w:tabs>
          <w:tab w:val="left" w:pos="7427"/>
        </w:tabs>
        <w:spacing w:before="1"/>
        <w:ind w:left="106"/>
        <w:rPr>
          <w:b/>
          <w:sz w:val="72"/>
          <w:lang w:val="ru-RU"/>
        </w:rPr>
      </w:pPr>
      <w:r>
        <w:rPr>
          <w:sz w:val="72"/>
          <w:lang w:val="ru-RU"/>
        </w:rPr>
        <w:t>являются</w:t>
      </w:r>
      <w:r w:rsidRPr="00AE75D4">
        <w:rPr>
          <w:sz w:val="72"/>
          <w:lang w:val="ru-RU"/>
        </w:rPr>
        <w:tab/>
      </w:r>
      <w:r>
        <w:rPr>
          <w:b/>
          <w:sz w:val="72"/>
          <w:u w:val="thick"/>
          <w:lang w:val="ru-RU"/>
        </w:rPr>
        <w:t>решающими</w:t>
      </w:r>
    </w:p>
    <w:p w:rsidR="00A57F9B" w:rsidRPr="00AE75D4" w:rsidRDefault="00A57F9B">
      <w:pPr>
        <w:rPr>
          <w:sz w:val="72"/>
          <w:lang w:val="ru-RU"/>
        </w:rPr>
        <w:sectPr w:rsidR="00A57F9B" w:rsidRPr="00AE75D4">
          <w:pgSz w:w="15840" w:h="12240" w:orient="landscape"/>
          <w:pgMar w:top="1380" w:right="1580" w:bottom="280" w:left="460" w:header="360" w:footer="0" w:gutter="0"/>
          <w:cols w:space="720"/>
        </w:sectPr>
      </w:pPr>
    </w:p>
    <w:p w:rsidR="00A57F9B" w:rsidRPr="00AE75D4" w:rsidRDefault="00A57F9B">
      <w:pPr>
        <w:pStyle w:val="BodyText"/>
        <w:rPr>
          <w:b/>
          <w:sz w:val="20"/>
          <w:lang w:val="ru-RU"/>
        </w:rPr>
      </w:pPr>
      <w:r>
        <w:rPr>
          <w:noProof/>
          <w:lang w:val="ru-RU" w:eastAsia="ru-RU"/>
        </w:rPr>
        <w:pict>
          <v:shape id="_x0000_s1038" style="position:absolute;margin-left:567.8pt;margin-top:417.3pt;width:167.7pt;height:135.65pt;z-index:251659776;mso-position-horizontal-relative:page;mso-position-vertical-relative:page" coordorigin="11356,8346" coordsize="3354,2713" o:spt="100" adj="0,,0" path="m13773,8465r-54,-46l13658,8384r-67,-25l13521,8346r-73,l13374,8359r-75,28l13233,8428r-56,52l13132,8540r-34,68l13077,8681r-6,77l13367,8629r213,-89l13712,8488r61,-23m13892,8772r-4,-76l13856,8715r-35,19l13785,8754r-161,85l13421,8942r-224,111l13251,9096r61,34l13377,9154r69,12l13517,9166r72,-13l13662,9126r64,-39l13781,9037r45,-57l13861,8915r22,-70l13892,8772t191,-308l14075,8460r-18,l14030,8465r-36,9l13950,8488r-52,17l13838,8527r-67,25l13698,8580r-166,67l13344,8726r-206,90l12802,8968r-350,164l12131,9288r-192,96l11769,9472r-76,41l11623,9551r-62,35l11506,9618r-47,28l11421,9671r-31,22l11369,9710r-11,14l11356,9733r8,4l11381,9737r27,-5l11444,9722r44,-13l11540,9691r60,-21l11667,9645r73,-29l11906,9549r188,-79l12409,9332r345,-157l13097,9012r309,-152l13587,8767r83,-43l13745,8684r70,-38l13877,8611r55,-32l13979,8550r39,-25l14048,8504r21,-18l14081,8473r2,-9m14709,10860r-12,-50l14514,10435r-4,-7l14506,10422r-3,-5l14494,10403r-10,-13l14473,10379r-14,-9l14208,10214r-1,-2l14207,10209r,-3l14086,9610r-42,-204l14041,9392r125,-48l14154,9458r5,42l14183,9536r39,26l14271,9576r52,-2l14367,9556r31,-30l14413,9487r16,-143l14450,9154r-6,-42l14420,9076r-39,-26l14331,9036r-14,-1l14302,9035r-14,2l14275,9040r-8,2l14259,9044r-7,4l13810,9202r-6,1l13799,9205r-5,1l13441,9301r-17,6l13417,9310r-312,96l12960,9240r-32,-21l12887,9215r-44,11l12800,9254r-34,39l12749,9336r-1,41l12764,9412r203,232l12973,9651r7,5l12988,9660r25,15l13042,9683r30,2l13103,9680r225,-70l13578,10340r-40,301l13232,10795r-40,32l13169,10872r-4,52l13181,10978r33,44l13259,11050r50,9l13359,11046r368,-185l13756,10845r23,-23l13796,10795r8,-33l13844,10476r176,-48l14275,10586r169,347l14476,10973r45,23l14573,11002r54,-15l14672,10954r28,-44l14709,10860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pPr>
        <w:tabs>
          <w:tab w:val="left" w:pos="7427"/>
        </w:tabs>
        <w:spacing w:before="100"/>
        <w:ind w:left="106"/>
        <w:rPr>
          <w:sz w:val="72"/>
          <w:lang w:val="ru-RU"/>
        </w:rPr>
      </w:pPr>
      <w:r>
        <w:rPr>
          <w:b/>
          <w:sz w:val="72"/>
          <w:u w:val="thick"/>
          <w:lang w:val="ru-RU"/>
        </w:rPr>
        <w:t>Своя инициатива</w:t>
      </w:r>
      <w:r w:rsidRPr="00AE75D4">
        <w:rPr>
          <w:b/>
          <w:sz w:val="72"/>
          <w:lang w:val="ru-RU"/>
        </w:rPr>
        <w:tab/>
      </w:r>
      <w:r>
        <w:rPr>
          <w:sz w:val="72"/>
          <w:lang w:val="ru-RU"/>
        </w:rPr>
        <w:t>показать</w:t>
      </w:r>
    </w:p>
    <w:p w:rsidR="00A57F9B" w:rsidRPr="00AE75D4" w:rsidRDefault="00A57F9B">
      <w:pPr>
        <w:pStyle w:val="Heading1"/>
        <w:tabs>
          <w:tab w:val="left" w:pos="7427"/>
        </w:tabs>
        <w:spacing w:before="1"/>
        <w:rPr>
          <w:lang w:val="ru-RU"/>
        </w:rPr>
      </w:pPr>
      <w:r>
        <w:rPr>
          <w:lang w:val="ru-RU"/>
        </w:rPr>
        <w:t>важнейшей</w:t>
      </w:r>
      <w:r w:rsidRPr="00AE75D4">
        <w:rPr>
          <w:lang w:val="ru-RU"/>
        </w:rPr>
        <w:tab/>
        <w:t>составляющей</w:t>
      </w:r>
    </w:p>
    <w:p w:rsidR="00A57F9B" w:rsidRPr="00AE75D4" w:rsidRDefault="00A57F9B" w:rsidP="0030020C">
      <w:pPr>
        <w:tabs>
          <w:tab w:val="left" w:pos="7427"/>
        </w:tabs>
        <w:spacing w:line="843" w:lineRule="exact"/>
        <w:ind w:left="106"/>
        <w:rPr>
          <w:sz w:val="72"/>
          <w:lang w:val="ru-RU"/>
        </w:rPr>
      </w:pPr>
      <w:r w:rsidRPr="00AE75D4">
        <w:rPr>
          <w:sz w:val="72"/>
          <w:lang w:val="ru-RU"/>
        </w:rPr>
        <w:t>п</w:t>
      </w:r>
      <w:bookmarkStart w:id="0" w:name="_GoBack"/>
      <w:bookmarkEnd w:id="0"/>
      <w:r w:rsidRPr="00AE75D4">
        <w:rPr>
          <w:sz w:val="72"/>
          <w:lang w:val="ru-RU"/>
        </w:rPr>
        <w:t xml:space="preserve">онимание </w:t>
      </w:r>
      <w:r w:rsidRPr="00AE75D4">
        <w:rPr>
          <w:sz w:val="72"/>
          <w:lang w:val="ru-RU"/>
        </w:rPr>
        <w:tab/>
        <w:t>границ</w:t>
      </w:r>
    </w:p>
    <w:p w:rsidR="00A57F9B" w:rsidRPr="00AE75D4" w:rsidRDefault="00A57F9B">
      <w:pPr>
        <w:tabs>
          <w:tab w:val="left" w:pos="7427"/>
        </w:tabs>
        <w:spacing w:line="843" w:lineRule="exact"/>
        <w:ind w:left="106"/>
        <w:rPr>
          <w:sz w:val="72"/>
          <w:lang w:val="ru-RU"/>
        </w:rPr>
      </w:pPr>
      <w:r w:rsidRPr="00AE75D4">
        <w:rPr>
          <w:sz w:val="72"/>
          <w:lang w:val="ru-RU"/>
        </w:rPr>
        <w:t>за</w:t>
      </w:r>
      <w:r w:rsidRPr="00AE75D4">
        <w:rPr>
          <w:sz w:val="72"/>
          <w:lang w:val="ru-RU"/>
        </w:rPr>
        <w:tab/>
        <w:t>свою цель</w:t>
      </w:r>
    </w:p>
    <w:p w:rsidR="00A57F9B" w:rsidRPr="00AE75D4" w:rsidRDefault="00A57F9B">
      <w:pPr>
        <w:tabs>
          <w:tab w:val="left" w:pos="7427"/>
        </w:tabs>
        <w:spacing w:line="843" w:lineRule="exact"/>
        <w:ind w:left="106"/>
        <w:rPr>
          <w:sz w:val="72"/>
          <w:lang w:val="ru-RU"/>
        </w:rPr>
      </w:pPr>
      <w:r>
        <w:rPr>
          <w:sz w:val="72"/>
          <w:lang w:val="ru-RU"/>
        </w:rPr>
        <w:t>в спорте</w:t>
      </w:r>
      <w:r>
        <w:rPr>
          <w:sz w:val="72"/>
          <w:lang w:val="ru-RU"/>
        </w:rPr>
        <w:tab/>
        <w:t>и</w:t>
      </w:r>
    </w:p>
    <w:p w:rsidR="00A57F9B" w:rsidRPr="00AE75D4" w:rsidRDefault="00A57F9B">
      <w:pPr>
        <w:tabs>
          <w:tab w:val="left" w:pos="7427"/>
        </w:tabs>
        <w:spacing w:before="2"/>
        <w:ind w:left="106"/>
        <w:rPr>
          <w:sz w:val="72"/>
          <w:lang w:val="ru-RU"/>
        </w:rPr>
      </w:pPr>
      <w:r>
        <w:rPr>
          <w:sz w:val="72"/>
          <w:lang w:val="ru-RU"/>
        </w:rPr>
        <w:t>в</w:t>
      </w:r>
      <w:r w:rsidRPr="00AE75D4">
        <w:rPr>
          <w:sz w:val="72"/>
          <w:lang w:val="ru-RU"/>
        </w:rPr>
        <w:tab/>
        <w:t>овладени</w:t>
      </w:r>
      <w:r>
        <w:rPr>
          <w:sz w:val="72"/>
          <w:lang w:val="ru-RU"/>
        </w:rPr>
        <w:t>и</w:t>
      </w:r>
    </w:p>
    <w:p w:rsidR="00A57F9B" w:rsidRPr="00AE75D4" w:rsidRDefault="00A57F9B">
      <w:pPr>
        <w:tabs>
          <w:tab w:val="left" w:pos="7427"/>
        </w:tabs>
        <w:ind w:left="106"/>
        <w:rPr>
          <w:b/>
          <w:sz w:val="72"/>
          <w:lang w:val="ru-RU"/>
        </w:rPr>
      </w:pPr>
      <w:r>
        <w:rPr>
          <w:sz w:val="72"/>
          <w:lang w:val="ru-RU"/>
        </w:rPr>
        <w:t>отличает</w:t>
      </w:r>
      <w:r w:rsidRPr="00AE75D4">
        <w:rPr>
          <w:sz w:val="72"/>
          <w:lang w:val="ru-RU"/>
        </w:rPr>
        <w:tab/>
      </w:r>
      <w:r>
        <w:rPr>
          <w:b/>
          <w:sz w:val="72"/>
          <w:u w:val="thick"/>
          <w:lang w:val="ru-RU"/>
        </w:rPr>
        <w:t>предприним.</w:t>
      </w:r>
    </w:p>
    <w:p w:rsidR="00A57F9B" w:rsidRPr="00AE75D4" w:rsidRDefault="00A57F9B">
      <w:pPr>
        <w:rPr>
          <w:sz w:val="72"/>
          <w:lang w:val="ru-RU"/>
        </w:rPr>
        <w:sectPr w:rsidR="00A57F9B" w:rsidRPr="00AE75D4">
          <w:pgSz w:w="15840" w:h="12240" w:orient="landscape"/>
          <w:pgMar w:top="1380" w:right="1580" w:bottom="280" w:left="460" w:header="360" w:footer="0" w:gutter="0"/>
          <w:cols w:space="720"/>
        </w:sectPr>
      </w:pPr>
    </w:p>
    <w:p w:rsidR="00A57F9B" w:rsidRPr="00AE75D4" w:rsidRDefault="00A57F9B">
      <w:pPr>
        <w:pStyle w:val="BodyText"/>
        <w:rPr>
          <w:b/>
          <w:sz w:val="20"/>
          <w:lang w:val="ru-RU"/>
        </w:rPr>
      </w:pPr>
      <w:r>
        <w:rPr>
          <w:noProof/>
          <w:lang w:val="ru-RU" w:eastAsia="ru-RU"/>
        </w:rPr>
        <w:pict>
          <v:shape id="_x0000_s1039" style="position:absolute;margin-left:594.55pt;margin-top:474.6pt;width:180.7pt;height:105.5pt;z-index:251660800;mso-position-horizontal-relative:page;mso-position-vertical-relative:page" coordorigin="11891,9492" coordsize="3614,2110" o:spt="100" adj="0,,0" path="m13926,9879r-1,-69l13910,9742r-28,-64l13842,9620r-53,-51l13727,9529r-66,-25l13592,9492r-69,2l13455,9508r-64,28l13332,9576r-51,53l13242,9691r-26,66l13204,9826r2,69l13221,9963r27,64l13289,10086r53,51l13403,10176r67,25l13538,10213r70,-1l13676,10197r64,-28l13798,10129r51,-53l13889,10014r25,-66l13926,9879t191,729l14113,10578r-2,-15l14092,10526r-28,-25l14028,10492r-268,-5l13445,10340r-2,-1l13443,10339r-1,l13435,10331r-3,-3l13427,10323r-8,-7l13158,10109r-28,-18l13101,10078r-30,-8l13042,10067r-12,l13020,10068r-10,3l12379,10145r-35,14l12318,10186r-15,39l12302,10270r12,44l12338,10347r31,21l12405,10373r294,-34l12700,10339r87,-11l12494,10755r-274,239l12213,11001r-3,2l12207,11005r-2,2l11928,11249r-27,36l11891,11328r8,45l11923,11415r39,31l12006,11460r44,-4l12090,11435r277,-241l12374,11187r3,-3l12380,11183r2,-3l12560,11026r149,116l12718,11151r11,8l12741,11165r13,5l12765,11174r12,3l12789,11178r228,55l13034,11496r13,44l13076,11574r40,22l13165,11601r48,-12l13250,11562r25,-37l13281,11480r-22,-344l13260,11126r-1,-10l13251,11086r-8,-19l13230,11050r-15,-14l13215,11035r-1,l13211,11033r-3,-2l13206,11030r-1,l13205,11029r-1,l13199,11026r-7,-4l13178,11016r-15,-3l13148,11010r-103,-24l13413,10578r271,127l13697,10710r13,4l13723,10716r12,l14024,10721r36,-8l14089,10688r21,-36l14117,10608t1388,-194l15496,10356r-938,121l14504,10451r-63,-11l14383,10437r-35,1l14316,10440r10,65l14159,10532r18,117l14344,10623r11,66l14385,10682r35,-10l14474,10652r53,-29l14530,10622r43,-41l15151,10477r354,-63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w10:wrap anchorx="page" anchory="page"/>
          </v:shape>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pPr>
        <w:tabs>
          <w:tab w:val="left" w:pos="7427"/>
        </w:tabs>
        <w:spacing w:before="100"/>
        <w:ind w:left="106"/>
        <w:rPr>
          <w:sz w:val="72"/>
          <w:lang w:val="ru-RU"/>
        </w:rPr>
      </w:pPr>
      <w:r w:rsidRPr="00AE75D4">
        <w:rPr>
          <w:b/>
          <w:sz w:val="72"/>
          <w:u w:val="thick"/>
          <w:lang w:val="ru-RU"/>
        </w:rPr>
        <w:t>Понимание</w:t>
      </w:r>
      <w:r w:rsidRPr="00AE75D4">
        <w:rPr>
          <w:b/>
          <w:sz w:val="72"/>
          <w:lang w:val="ru-RU"/>
        </w:rPr>
        <w:tab/>
      </w:r>
      <w:r w:rsidRPr="00AE75D4">
        <w:rPr>
          <w:sz w:val="72"/>
          <w:lang w:val="ru-RU"/>
        </w:rPr>
        <w:t>собственных</w:t>
      </w:r>
    </w:p>
    <w:p w:rsidR="00A57F9B" w:rsidRPr="00AE75D4" w:rsidRDefault="00A57F9B">
      <w:pPr>
        <w:pStyle w:val="Heading1"/>
        <w:tabs>
          <w:tab w:val="left" w:pos="7427"/>
        </w:tabs>
        <w:spacing w:before="1"/>
        <w:rPr>
          <w:lang w:val="ru-RU"/>
        </w:rPr>
      </w:pPr>
      <w:r w:rsidRPr="00AE75D4">
        <w:rPr>
          <w:lang w:val="ru-RU"/>
        </w:rPr>
        <w:t>и</w:t>
      </w:r>
      <w:r w:rsidRPr="00AE75D4">
        <w:rPr>
          <w:lang w:val="ru-RU"/>
        </w:rPr>
        <w:tab/>
        <w:t>преодоление</w:t>
      </w:r>
    </w:p>
    <w:p w:rsidR="00A57F9B" w:rsidRPr="00AE75D4" w:rsidRDefault="00A57F9B">
      <w:pPr>
        <w:tabs>
          <w:tab w:val="left" w:pos="7427"/>
        </w:tabs>
        <w:spacing w:line="843" w:lineRule="exact"/>
        <w:ind w:left="106"/>
        <w:rPr>
          <w:sz w:val="72"/>
          <w:lang w:val="ru-RU"/>
        </w:rPr>
      </w:pPr>
      <w:r>
        <w:rPr>
          <w:sz w:val="72"/>
          <w:lang w:val="ru-RU"/>
        </w:rPr>
        <w:t>и в</w:t>
      </w:r>
      <w:r w:rsidRPr="00AE75D4">
        <w:rPr>
          <w:sz w:val="72"/>
          <w:lang w:val="ru-RU"/>
        </w:rPr>
        <w:tab/>
      </w:r>
      <w:r>
        <w:rPr>
          <w:sz w:val="72"/>
          <w:lang w:val="ru-RU"/>
        </w:rPr>
        <w:t>предприним.</w:t>
      </w:r>
    </w:p>
    <w:p w:rsidR="00A57F9B" w:rsidRDefault="00A57F9B" w:rsidP="00420DCB">
      <w:pPr>
        <w:tabs>
          <w:tab w:val="left" w:pos="7427"/>
          <w:tab w:val="left" w:pos="13530"/>
        </w:tabs>
        <w:spacing w:before="1"/>
        <w:ind w:left="106" w:right="50"/>
        <w:rPr>
          <w:spacing w:val="-3"/>
          <w:sz w:val="72"/>
          <w:lang w:val="ru-RU"/>
        </w:rPr>
      </w:pPr>
      <w:r>
        <w:rPr>
          <w:sz w:val="72"/>
          <w:lang w:val="ru-RU"/>
        </w:rPr>
        <w:t>по экономике</w:t>
      </w:r>
      <w:r w:rsidRPr="00AE75D4">
        <w:rPr>
          <w:sz w:val="72"/>
          <w:lang w:val="ru-RU"/>
        </w:rPr>
        <w:tab/>
      </w:r>
      <w:r>
        <w:rPr>
          <w:spacing w:val="-3"/>
          <w:sz w:val="72"/>
          <w:lang w:val="ru-RU"/>
        </w:rPr>
        <w:t>базовые знания</w:t>
      </w:r>
    </w:p>
    <w:p w:rsidR="00A57F9B" w:rsidRPr="00AE75D4" w:rsidRDefault="00A57F9B">
      <w:pPr>
        <w:tabs>
          <w:tab w:val="left" w:pos="7427"/>
        </w:tabs>
        <w:spacing w:before="1"/>
        <w:ind w:left="106" w:right="2320"/>
        <w:rPr>
          <w:sz w:val="72"/>
          <w:lang w:val="ru-RU"/>
        </w:rPr>
      </w:pPr>
      <w:r w:rsidRPr="00AE75D4">
        <w:rPr>
          <w:sz w:val="72"/>
          <w:lang w:val="ru-RU"/>
        </w:rPr>
        <w:t>преслед</w:t>
      </w:r>
      <w:r>
        <w:rPr>
          <w:sz w:val="72"/>
          <w:lang w:val="ru-RU"/>
        </w:rPr>
        <w:t>уем</w:t>
      </w:r>
      <w:r w:rsidRPr="00AE75D4">
        <w:rPr>
          <w:sz w:val="72"/>
          <w:lang w:val="ru-RU"/>
        </w:rPr>
        <w:tab/>
      </w:r>
      <w:r>
        <w:rPr>
          <w:sz w:val="72"/>
          <w:lang w:val="ru-RU"/>
        </w:rPr>
        <w:t>как цель</w:t>
      </w:r>
    </w:p>
    <w:p w:rsidR="00A57F9B" w:rsidRPr="00AE75D4" w:rsidRDefault="00A57F9B">
      <w:pPr>
        <w:tabs>
          <w:tab w:val="left" w:pos="7427"/>
        </w:tabs>
        <w:spacing w:line="843" w:lineRule="exact"/>
        <w:ind w:left="106"/>
        <w:rPr>
          <w:sz w:val="72"/>
          <w:lang w:val="ru-RU"/>
        </w:rPr>
      </w:pPr>
      <w:r w:rsidRPr="00AE75D4">
        <w:rPr>
          <w:sz w:val="72"/>
          <w:lang w:val="ru-RU"/>
        </w:rPr>
        <w:t>повторные</w:t>
      </w:r>
      <w:r w:rsidRPr="00AE75D4">
        <w:rPr>
          <w:sz w:val="72"/>
          <w:lang w:val="ru-RU"/>
        </w:rPr>
        <w:tab/>
        <w:t>тренировки</w:t>
      </w:r>
    </w:p>
    <w:p w:rsidR="00A57F9B" w:rsidRPr="00AE75D4" w:rsidRDefault="00A57F9B" w:rsidP="00514F3A">
      <w:pPr>
        <w:tabs>
          <w:tab w:val="left" w:pos="7427"/>
        </w:tabs>
        <w:spacing w:before="1"/>
        <w:ind w:left="106"/>
        <w:rPr>
          <w:sz w:val="72"/>
          <w:lang w:val="ru-RU"/>
        </w:rPr>
      </w:pPr>
      <w:r>
        <w:rPr>
          <w:sz w:val="72"/>
          <w:lang w:val="ru-RU"/>
        </w:rPr>
        <w:t>также</w:t>
      </w:r>
      <w:r>
        <w:rPr>
          <w:sz w:val="72"/>
          <w:lang w:val="ru-RU"/>
        </w:rPr>
        <w:tab/>
      </w:r>
      <w:r w:rsidRPr="00AE75D4">
        <w:rPr>
          <w:sz w:val="72"/>
          <w:lang w:val="ru-RU"/>
        </w:rPr>
        <w:t>явля</w:t>
      </w:r>
      <w:r>
        <w:rPr>
          <w:sz w:val="72"/>
          <w:lang w:val="ru-RU"/>
        </w:rPr>
        <w:t>ю</w:t>
      </w:r>
      <w:r w:rsidRPr="00AE75D4">
        <w:rPr>
          <w:sz w:val="72"/>
          <w:lang w:val="ru-RU"/>
        </w:rPr>
        <w:t>тся</w:t>
      </w:r>
    </w:p>
    <w:p w:rsidR="00A57F9B" w:rsidRPr="00AE75D4" w:rsidRDefault="00A57F9B" w:rsidP="00420DCB">
      <w:pPr>
        <w:tabs>
          <w:tab w:val="left" w:pos="7427"/>
        </w:tabs>
        <w:spacing w:before="1"/>
        <w:ind w:left="106" w:right="-570"/>
        <w:rPr>
          <w:b/>
          <w:sz w:val="72"/>
          <w:lang w:val="ru-RU"/>
        </w:rPr>
      </w:pPr>
      <w:r w:rsidRPr="00AE75D4">
        <w:rPr>
          <w:sz w:val="72"/>
          <w:lang w:val="ru-RU"/>
        </w:rPr>
        <w:t>своя</w:t>
      </w:r>
      <w:r w:rsidRPr="00AE75D4">
        <w:rPr>
          <w:sz w:val="72"/>
          <w:lang w:val="ru-RU"/>
        </w:rPr>
        <w:tab/>
      </w:r>
      <w:r w:rsidRPr="00420DCB">
        <w:rPr>
          <w:b/>
          <w:sz w:val="72"/>
          <w:u w:val="single"/>
          <w:lang w:val="ru-RU"/>
        </w:rPr>
        <w:t>цель</w:t>
      </w:r>
    </w:p>
    <w:p w:rsidR="00A57F9B" w:rsidRPr="00AE75D4" w:rsidRDefault="00A57F9B">
      <w:pPr>
        <w:rPr>
          <w:sz w:val="72"/>
          <w:lang w:val="ru-RU"/>
        </w:rPr>
        <w:sectPr w:rsidR="00A57F9B" w:rsidRPr="00AE75D4" w:rsidSect="00420DCB">
          <w:pgSz w:w="15840" w:h="12240" w:orient="landscape"/>
          <w:pgMar w:top="1380" w:right="1540" w:bottom="280" w:left="460" w:header="360" w:footer="0" w:gutter="0"/>
          <w:cols w:space="720"/>
        </w:sectPr>
      </w:pPr>
    </w:p>
    <w:p w:rsidR="00A57F9B" w:rsidRPr="00AE75D4" w:rsidRDefault="00A57F9B">
      <w:pPr>
        <w:pStyle w:val="BodyText"/>
        <w:rPr>
          <w:b/>
          <w:sz w:val="20"/>
          <w:lang w:val="ru-RU"/>
        </w:rPr>
      </w:pPr>
      <w:r>
        <w:rPr>
          <w:noProof/>
          <w:lang w:val="ru-RU" w:eastAsia="ru-RU"/>
        </w:rPr>
        <w:pict>
          <v:group id="_x0000_s1040" style="position:absolute;margin-left:618.95pt;margin-top:450.55pt;width:150.25pt;height:117.45pt;z-index:251662848;mso-position-horizontal-relative:page;mso-position-vertical-relative:page" coordorigin="12379,9011" coordsize="3005,2349">
            <v:shape id="_x0000_s1041" style="position:absolute;left:12378;top:9010;width:3005;height:2349" coordorigin="12379,9011" coordsize="3005,2349" o:spt="100" adj="0,,0" path="m14242,9303r-4,-31l14237,9262r-9,-20l14220,9225r-26,-27l14162,9184r-33,1l13928,9242r-190,-180l13732,9056r-7,-7l13717,9043r,l13717,9043r-23,-14l13668,9018r-28,-6l13609,9011r-291,8l13288,9022r-28,8l13235,9041r-22,16l13212,9057r-7,6l13199,9070r-6,8l13008,9272r-215,-20l12760,9258r-28,20l12712,9309r-10,39l12704,9389r15,35l12743,9448r31,11l13040,9483r3,1l13050,9484r20,-3l13090,9475r18,-10l13124,9451r64,-67l13233,9875r,9l13234,9892r2,8l13238,9909r3,15l13249,9934r5,11l13262,9955r9,8l13454,10212r38,303l13506,10554r27,29l13571,10600r45,3l13658,10590r32,-27l13710,10528r4,-41l13672,10158r-1,-13l13667,10133r-7,-11l13656,10112r-4,-9l13646,10094r-75,-96l13613,9996r11,l13635,9994r11,-2l13656,9988r150,100l13933,10349r25,32l13994,10400r42,4l14078,10392r36,-27l14136,10330r7,-39l14134,10251r-128,-263l13989,9953r-11,-17l13964,9922r-15,-11l13931,9903r-187,-124l13760,9384r,-15l13827,9432r18,14l13865,9455r21,5l13908,9460r7,1l13922,9460r7,-2l14186,9384r26,-15l14215,9368r19,-29l14242,9303t550,1731l14782,10975r-26,-59l14716,10864r-49,-39l14594,10787r-75,-31l14442,10733r-79,-15l14281,10710r-42,23l14196,10756r-44,23l14108,10802r-91,45l13927,10889r-89,41l13750,10967r-85,36l13582,11035r-81,29l13424,11091r-74,23l13279,11134r-66,17l13150,11164r-57,9l13041,11179r-47,2l12927,11176r-54,-17l12831,11132r-28,-37l12795,11076r-4,-19l12789,11038r,-21l12736,11004r-52,-18l12633,10964r-50,-27l12561,10926r-22,-8l12517,10913r-21,-2l12449,10920r-37,26l12387,10985r-8,49l12388,11093r27,59l12455,11204r48,39l12571,11279r69,29l12711,11330r72,16l12858,11356r76,3l13011,11356r77,-9l13164,11334r76,-18l13316,11295r75,-23l13465,11246r179,-65l13693,11163r80,-29l13852,11108r77,-23l14007,11065r77,-15l14160,11040r76,-3l14311,11040r72,11l14453,11070r68,26l14609,11142r22,8l14653,11155r22,1l14722,11147r37,-25l14783,11083r9,-46l14792,11034t134,-298l14920,10701r-16,-31l14878,10646r,-1l14877,10645r-11,-6l14849,10631r-21,-10l14768,10603r-75,-16l14609,10577r-85,1l14513,10580r-8,7l14503,10597r-3,9l14504,10617r9,5l14549,10646r47,34l14643,10719r34,37l14706,10789r34,26l14768,10833r15,6l14825,10845r40,-11l14898,10808r22,-37l14926,10736t127,-751l15047,9961r-19,-21l14996,9926r-43,-7l14899,9919r-64,7l14762,9939r-82,19l14590,9983r-97,31l14390,10051r-108,42l14169,10140r37,76l14218,10251r5,36l14221,10323r-10,37l14194,10392r-22,28l14145,10444r-31,20l14092,10472r-21,7l14048,10482r-22,2l13974,10477r-46,-20l13890,10425r-29,-41l13822,10303r-12,7l13775,10328r18,149l13794,10514r-7,36l13773,10584r-21,31l13725,10640r-30,20l13662,10674r-36,8l13617,10683r-16,l13534,10672r-56,-31l13437,10593r-23,-59l13310,10601r-95,65l13130,10730r-75,60l12992,10847r-51,53l12903,10949r-25,43l12869,11029r5,30l12890,11078r25,13l12949,11099r42,3l13041,11099r58,-7l13163,11080r71,-16l13310,11043r82,-25l13479,10988r91,-33l13665,10917r98,-41l13864,10831r103,-49l14072,10730r91,-47l14176,10677r101,-55l14373,10568r91,-55l14511,10484r40,-25l14632,10406r75,-53l14776,10302r62,-49l14893,10206r48,-44l14981,10120r31,-39l15035,10045r13,-32l15053,9985t330,742l15381,10709r-5,-18l15368,10674r-24,-40l15309,10596r-44,-35l15209,10529r-49,-22l15104,10486r-61,-19l14976,10450r-11,-2l14953,10453r-4,11l14944,10474r3,11l15018,10545r50,51l15101,10638r10,28l15107,10714r11,50l15145,10809r43,35l15198,10848r9,4l15217,10855r13,4l15243,10861r16,l15294,10856r30,-14l15350,10820r20,-29l15375,10781r4,-13l15381,10756r1,-2l15383,10751r,-5l15383,10727e" fillcolor="#1f1e1f" stroked="f">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segments" o:connectlocs="@44,@45;@48,@49;@46,@47;@17,@18;@24,@25;@15,@16" textboxrect="3163,3163,18437,18437"/>
              <v:handles>
                <v:h position="@3,#0" polar="10800,10800"/>
                <v:h position="#2,#1" polar="10800,10800" radiusrange="0,10800"/>
              </v:handles>
            </v:shape>
            <v:shape id="_x0000_s1042" type="#_x0000_t75" style="position:absolute;left:14981;top:10154;width:368;height:199">
              <v:imagedata r:id="rId10" o:title=""/>
            </v:shape>
            <w10:wrap anchorx="page" anchory="page"/>
          </v:group>
        </w:pict>
      </w: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rPr>
          <w:b/>
          <w:sz w:val="20"/>
          <w:lang w:val="ru-RU"/>
        </w:rPr>
      </w:pPr>
    </w:p>
    <w:p w:rsidR="00A57F9B" w:rsidRPr="00AE75D4" w:rsidRDefault="00A57F9B">
      <w:pPr>
        <w:pStyle w:val="BodyText"/>
        <w:spacing w:before="11"/>
        <w:rPr>
          <w:b/>
          <w:sz w:val="17"/>
          <w:lang w:val="ru-RU"/>
        </w:rPr>
      </w:pPr>
    </w:p>
    <w:p w:rsidR="00A57F9B" w:rsidRPr="00AE75D4" w:rsidRDefault="00A57F9B" w:rsidP="00433120">
      <w:pPr>
        <w:tabs>
          <w:tab w:val="left" w:pos="7427"/>
          <w:tab w:val="left" w:pos="14300"/>
        </w:tabs>
        <w:spacing w:before="100"/>
        <w:ind w:left="106" w:right="-500"/>
        <w:rPr>
          <w:sz w:val="72"/>
          <w:lang w:val="ru-RU"/>
        </w:rPr>
      </w:pPr>
      <w:r w:rsidRPr="00AE75D4">
        <w:rPr>
          <w:b/>
          <w:sz w:val="72"/>
          <w:u w:val="thick"/>
          <w:lang w:val="ru-RU"/>
        </w:rPr>
        <w:t>Спортсмены</w:t>
      </w:r>
      <w:r w:rsidRPr="00AE75D4">
        <w:rPr>
          <w:b/>
          <w:sz w:val="72"/>
          <w:lang w:val="ru-RU"/>
        </w:rPr>
        <w:tab/>
      </w:r>
      <w:r>
        <w:rPr>
          <w:sz w:val="72"/>
          <w:lang w:val="ru-RU"/>
        </w:rPr>
        <w:t>и предприниматели</w:t>
      </w:r>
    </w:p>
    <w:p w:rsidR="00A57F9B" w:rsidRPr="00514F3A" w:rsidRDefault="00A57F9B">
      <w:pPr>
        <w:tabs>
          <w:tab w:val="left" w:pos="7427"/>
        </w:tabs>
        <w:spacing w:before="100"/>
        <w:ind w:left="106" w:right="458"/>
        <w:rPr>
          <w:sz w:val="72"/>
          <w:lang w:val="ru-RU"/>
        </w:rPr>
      </w:pPr>
      <w:r w:rsidRPr="00AE75D4">
        <w:rPr>
          <w:sz w:val="72"/>
          <w:lang w:val="ru-RU"/>
        </w:rPr>
        <w:t>как</w:t>
      </w:r>
      <w:r w:rsidRPr="00AE75D4">
        <w:rPr>
          <w:sz w:val="72"/>
          <w:lang w:val="ru-RU"/>
        </w:rPr>
        <w:tab/>
      </w:r>
      <w:r>
        <w:rPr>
          <w:sz w:val="72"/>
          <w:lang w:val="ru-RU"/>
        </w:rPr>
        <w:t>фактор</w:t>
      </w:r>
      <w:r w:rsidRPr="00AE75D4">
        <w:rPr>
          <w:sz w:val="72"/>
          <w:lang w:val="ru-RU"/>
        </w:rPr>
        <w:t xml:space="preserve"> успе</w:t>
      </w:r>
      <w:r>
        <w:rPr>
          <w:sz w:val="72"/>
          <w:lang w:val="ru-RU"/>
        </w:rPr>
        <w:t>ха</w:t>
      </w:r>
    </w:p>
    <w:p w:rsidR="00A57F9B" w:rsidRPr="00AE75D4" w:rsidRDefault="00A57F9B" w:rsidP="00433120">
      <w:pPr>
        <w:pStyle w:val="Heading1"/>
        <w:tabs>
          <w:tab w:val="left" w:pos="7427"/>
        </w:tabs>
        <w:rPr>
          <w:lang w:val="ru-RU"/>
        </w:rPr>
      </w:pPr>
      <w:r>
        <w:rPr>
          <w:lang w:val="ru-RU"/>
        </w:rPr>
        <w:t>без которых</w:t>
      </w:r>
      <w:r>
        <w:rPr>
          <w:lang w:val="ru-RU"/>
        </w:rPr>
        <w:tab/>
        <w:t>не может</w:t>
      </w:r>
    </w:p>
    <w:p w:rsidR="00A57F9B" w:rsidRPr="00AE75D4" w:rsidRDefault="00A57F9B">
      <w:pPr>
        <w:tabs>
          <w:tab w:val="left" w:pos="7427"/>
        </w:tabs>
        <w:spacing w:before="1" w:line="843" w:lineRule="exact"/>
        <w:ind w:left="106"/>
        <w:rPr>
          <w:sz w:val="72"/>
          <w:lang w:val="ru-RU"/>
        </w:rPr>
      </w:pPr>
      <w:r>
        <w:rPr>
          <w:sz w:val="72"/>
          <w:lang w:val="ru-RU"/>
        </w:rPr>
        <w:t>п</w:t>
      </w:r>
      <w:r w:rsidRPr="00AE75D4">
        <w:rPr>
          <w:sz w:val="72"/>
          <w:lang w:val="ru-RU"/>
        </w:rPr>
        <w:t>реодоление</w:t>
      </w:r>
      <w:r w:rsidRPr="00AE75D4">
        <w:rPr>
          <w:sz w:val="72"/>
          <w:lang w:val="ru-RU"/>
        </w:rPr>
        <w:tab/>
        <w:t>сложностей</w:t>
      </w:r>
    </w:p>
    <w:p w:rsidR="00A57F9B" w:rsidRPr="00AE75D4" w:rsidRDefault="00A57F9B">
      <w:pPr>
        <w:tabs>
          <w:tab w:val="left" w:pos="7427"/>
        </w:tabs>
        <w:spacing w:line="843" w:lineRule="exact"/>
        <w:ind w:left="106"/>
        <w:rPr>
          <w:sz w:val="72"/>
          <w:lang w:val="ru-RU"/>
        </w:rPr>
      </w:pPr>
      <w:r>
        <w:rPr>
          <w:sz w:val="72"/>
          <w:lang w:val="ru-RU"/>
        </w:rPr>
        <w:t>б</w:t>
      </w:r>
      <w:r w:rsidRPr="00AE75D4">
        <w:rPr>
          <w:sz w:val="72"/>
          <w:lang w:val="ru-RU"/>
        </w:rPr>
        <w:t>азовые знания</w:t>
      </w:r>
      <w:r w:rsidRPr="00AE75D4">
        <w:rPr>
          <w:sz w:val="72"/>
          <w:lang w:val="ru-RU"/>
        </w:rPr>
        <w:tab/>
        <w:t>очевидное</w:t>
      </w:r>
    </w:p>
    <w:p w:rsidR="00A57F9B" w:rsidRPr="00AE75D4" w:rsidRDefault="00A57F9B">
      <w:pPr>
        <w:tabs>
          <w:tab w:val="left" w:pos="7427"/>
        </w:tabs>
        <w:spacing w:before="1"/>
        <w:ind w:left="106"/>
        <w:rPr>
          <w:sz w:val="72"/>
          <w:lang w:val="ru-RU"/>
        </w:rPr>
      </w:pPr>
      <w:r w:rsidRPr="00AE75D4">
        <w:rPr>
          <w:sz w:val="72"/>
          <w:lang w:val="ru-RU"/>
        </w:rPr>
        <w:t>через</w:t>
      </w:r>
      <w:r w:rsidRPr="00AE75D4">
        <w:rPr>
          <w:sz w:val="72"/>
          <w:lang w:val="ru-RU"/>
        </w:rPr>
        <w:tab/>
        <w:t>повторные</w:t>
      </w:r>
    </w:p>
    <w:p w:rsidR="00A57F9B" w:rsidRPr="00AE75D4" w:rsidRDefault="00A57F9B">
      <w:pPr>
        <w:tabs>
          <w:tab w:val="left" w:pos="7427"/>
        </w:tabs>
        <w:spacing w:before="1"/>
        <w:ind w:left="106"/>
        <w:rPr>
          <w:b/>
          <w:sz w:val="72"/>
          <w:lang w:val="ru-RU"/>
        </w:rPr>
      </w:pPr>
      <w:r>
        <w:rPr>
          <w:noProof/>
          <w:lang w:val="ru-RU" w:eastAsia="ru-RU"/>
        </w:rPr>
        <w:pict>
          <v:shape id="_x0000_s1043" style="position:absolute;left:0;text-align:left;margin-left:655.75pt;margin-top:24.75pt;width:32.75pt;height:32.7pt;z-index:251661824;mso-position-horizontal:absolute;mso-position-horizontal-relative:page;mso-position-vertical:absolute" coordorigin="13125,577" coordsize="655,654" path="m13443,577r-75,11l13300,614r-60,40l13191,706r-37,62l13131,838r-6,75l13135,988r27,68l13202,1116r52,49l13316,1202r69,22l13461,1231r74,-11l13604,1194r59,-40l13713,1102r37,-62l13773,970r6,-75l13768,820r-26,-68l13702,693r-52,-49l13588,607r-70,-23l13443,577xe" fillcolor="#1f1e1f" stroked="f">
            <v:path arrowok="t"/>
            <w10:wrap anchorx="page"/>
          </v:shape>
        </w:pict>
      </w:r>
      <w:r w:rsidRPr="00AE75D4">
        <w:rPr>
          <w:sz w:val="72"/>
          <w:lang w:val="ru-RU"/>
        </w:rPr>
        <w:t>важную</w:t>
      </w:r>
      <w:r w:rsidRPr="00AE75D4">
        <w:rPr>
          <w:sz w:val="72"/>
          <w:lang w:val="ru-RU"/>
        </w:rPr>
        <w:tab/>
      </w:r>
      <w:r w:rsidRPr="00AE75D4">
        <w:rPr>
          <w:b/>
          <w:sz w:val="72"/>
          <w:u w:val="thick"/>
          <w:lang w:val="ru-RU"/>
        </w:rPr>
        <w:t>роль</w:t>
      </w:r>
    </w:p>
    <w:p w:rsidR="00A57F9B" w:rsidRPr="00AE75D4" w:rsidRDefault="00A57F9B">
      <w:pPr>
        <w:rPr>
          <w:sz w:val="72"/>
          <w:lang w:val="ru-RU"/>
        </w:rPr>
        <w:sectPr w:rsidR="00A57F9B" w:rsidRPr="00AE75D4">
          <w:pgSz w:w="15840" w:h="12240" w:orient="landscape"/>
          <w:pgMar w:top="1380" w:right="1580" w:bottom="280" w:left="460" w:header="360" w:footer="0" w:gutter="0"/>
          <w:cols w:space="720"/>
        </w:sectPr>
      </w:pPr>
    </w:p>
    <w:p w:rsidR="00A57F9B" w:rsidRPr="00AE75D4" w:rsidRDefault="00A57F9B">
      <w:pPr>
        <w:pStyle w:val="BodyText"/>
        <w:rPr>
          <w:b/>
          <w:sz w:val="20"/>
          <w:lang w:val="ru-RU"/>
        </w:rPr>
      </w:pPr>
    </w:p>
    <w:p w:rsidR="00A57F9B" w:rsidRPr="00AE75D4" w:rsidRDefault="00A57F9B">
      <w:pPr>
        <w:pStyle w:val="BodyText"/>
        <w:rPr>
          <w:b/>
          <w:sz w:val="22"/>
          <w:lang w:val="ru-RU"/>
        </w:rPr>
      </w:pPr>
    </w:p>
    <w:p w:rsidR="00A57F9B" w:rsidRPr="00433120" w:rsidRDefault="00A57F9B">
      <w:pPr>
        <w:spacing w:before="100"/>
        <w:ind w:left="106"/>
        <w:rPr>
          <w:b/>
          <w:sz w:val="24"/>
          <w:lang w:val="ru-RU"/>
        </w:rPr>
      </w:pPr>
      <w:r w:rsidRPr="00433120">
        <w:rPr>
          <w:b/>
          <w:sz w:val="24"/>
          <w:lang w:val="ru-RU"/>
        </w:rPr>
        <w:t>Решения:</w:t>
      </w:r>
    </w:p>
    <w:p w:rsidR="00A57F9B" w:rsidRPr="00433120" w:rsidRDefault="00A57F9B">
      <w:pPr>
        <w:pStyle w:val="BodyText"/>
        <w:spacing w:before="1"/>
        <w:rPr>
          <w:b/>
          <w:lang w:val="ru-RU"/>
        </w:rPr>
      </w:pPr>
    </w:p>
    <w:p w:rsidR="00A57F9B" w:rsidRPr="00AE75D4" w:rsidRDefault="00A57F9B">
      <w:pPr>
        <w:pStyle w:val="ListParagraph"/>
        <w:numPr>
          <w:ilvl w:val="0"/>
          <w:numId w:val="1"/>
        </w:numPr>
        <w:tabs>
          <w:tab w:val="left" w:pos="467"/>
        </w:tabs>
        <w:ind w:hanging="361"/>
        <w:rPr>
          <w:sz w:val="24"/>
          <w:lang w:val="ru-RU"/>
        </w:rPr>
      </w:pPr>
      <w:r>
        <w:rPr>
          <w:sz w:val="24"/>
          <w:u w:val="single"/>
          <w:lang w:val="ru-RU"/>
        </w:rPr>
        <w:t>Отношение</w:t>
      </w:r>
      <w:r w:rsidRPr="00AE75D4">
        <w:rPr>
          <w:sz w:val="24"/>
          <w:lang w:val="ru-RU"/>
        </w:rPr>
        <w:t xml:space="preserve"> – к риску – играет – в </w:t>
      </w:r>
      <w:r>
        <w:rPr>
          <w:sz w:val="24"/>
          <w:lang w:val="ru-RU"/>
        </w:rPr>
        <w:t>спорте</w:t>
      </w:r>
      <w:r w:rsidRPr="00AE75D4">
        <w:rPr>
          <w:sz w:val="24"/>
          <w:lang w:val="ru-RU"/>
        </w:rPr>
        <w:t xml:space="preserve"> – и в предпринимательстве – важную –</w:t>
      </w:r>
      <w:r w:rsidRPr="00AE75D4">
        <w:rPr>
          <w:spacing w:val="-16"/>
          <w:sz w:val="24"/>
          <w:lang w:val="ru-RU"/>
        </w:rPr>
        <w:t xml:space="preserve"> </w:t>
      </w:r>
      <w:r w:rsidRPr="00AE75D4">
        <w:rPr>
          <w:sz w:val="24"/>
          <w:u w:val="single"/>
          <w:lang w:val="ru-RU"/>
        </w:rPr>
        <w:t>роль.</w:t>
      </w:r>
    </w:p>
    <w:p w:rsidR="00A57F9B" w:rsidRPr="00AE75D4" w:rsidRDefault="00A57F9B">
      <w:pPr>
        <w:pStyle w:val="BodyText"/>
        <w:rPr>
          <w:lang w:val="ru-RU"/>
        </w:rPr>
      </w:pPr>
    </w:p>
    <w:p w:rsidR="00A57F9B" w:rsidRPr="00AE75D4" w:rsidRDefault="00A57F9B">
      <w:pPr>
        <w:pStyle w:val="ListParagraph"/>
        <w:numPr>
          <w:ilvl w:val="0"/>
          <w:numId w:val="1"/>
        </w:numPr>
        <w:tabs>
          <w:tab w:val="left" w:pos="467"/>
        </w:tabs>
        <w:ind w:hanging="361"/>
        <w:rPr>
          <w:sz w:val="24"/>
          <w:lang w:val="ru-RU"/>
        </w:rPr>
      </w:pPr>
      <w:r w:rsidRPr="00AE75D4">
        <w:rPr>
          <w:sz w:val="24"/>
          <w:u w:val="single"/>
          <w:lang w:val="ru-RU"/>
        </w:rPr>
        <w:t>Умени</w:t>
      </w:r>
      <w:r>
        <w:rPr>
          <w:sz w:val="24"/>
          <w:u w:val="single"/>
          <w:lang w:val="ru-RU"/>
        </w:rPr>
        <w:t>я</w:t>
      </w:r>
      <w:r>
        <w:rPr>
          <w:sz w:val="24"/>
          <w:lang w:val="ru-RU"/>
        </w:rPr>
        <w:t xml:space="preserve">, </w:t>
      </w:r>
      <w:r w:rsidRPr="00AE75D4">
        <w:rPr>
          <w:sz w:val="24"/>
          <w:lang w:val="ru-RU"/>
        </w:rPr>
        <w:t xml:space="preserve">– </w:t>
      </w:r>
      <w:r>
        <w:rPr>
          <w:sz w:val="24"/>
          <w:lang w:val="ru-RU"/>
        </w:rPr>
        <w:t xml:space="preserve">приобретённые </w:t>
      </w:r>
      <w:r w:rsidRPr="00AE75D4">
        <w:rPr>
          <w:sz w:val="24"/>
          <w:lang w:val="ru-RU"/>
        </w:rPr>
        <w:t>через – повторные тренировки</w:t>
      </w:r>
      <w:r>
        <w:rPr>
          <w:sz w:val="24"/>
          <w:lang w:val="ru-RU"/>
        </w:rPr>
        <w:t>,</w:t>
      </w:r>
      <w:r w:rsidRPr="00AE75D4">
        <w:rPr>
          <w:sz w:val="24"/>
          <w:lang w:val="ru-RU"/>
        </w:rPr>
        <w:t xml:space="preserve"> – являются – в </w:t>
      </w:r>
      <w:r>
        <w:rPr>
          <w:sz w:val="24"/>
          <w:lang w:val="ru-RU"/>
        </w:rPr>
        <w:t>спорте</w:t>
      </w:r>
      <w:r w:rsidRPr="00AE75D4">
        <w:rPr>
          <w:sz w:val="24"/>
          <w:lang w:val="ru-RU"/>
        </w:rPr>
        <w:t xml:space="preserve"> – важнейшей –</w:t>
      </w:r>
      <w:r w:rsidRPr="00AE75D4">
        <w:rPr>
          <w:spacing w:val="-8"/>
          <w:sz w:val="24"/>
          <w:lang w:val="ru-RU"/>
        </w:rPr>
        <w:t xml:space="preserve"> </w:t>
      </w:r>
      <w:r w:rsidRPr="00AE75D4">
        <w:rPr>
          <w:sz w:val="24"/>
          <w:u w:val="single"/>
          <w:lang w:val="ru-RU"/>
        </w:rPr>
        <w:t>составляющей.</w:t>
      </w:r>
    </w:p>
    <w:p w:rsidR="00A57F9B" w:rsidRPr="00AE75D4" w:rsidRDefault="00A57F9B">
      <w:pPr>
        <w:pStyle w:val="BodyText"/>
        <w:spacing w:before="6"/>
        <w:rPr>
          <w:sz w:val="15"/>
          <w:lang w:val="ru-RU"/>
        </w:rPr>
      </w:pPr>
    </w:p>
    <w:p w:rsidR="00A57F9B" w:rsidRPr="00AE75D4" w:rsidRDefault="00A57F9B">
      <w:pPr>
        <w:pStyle w:val="ListParagraph"/>
        <w:numPr>
          <w:ilvl w:val="0"/>
          <w:numId w:val="1"/>
        </w:numPr>
        <w:tabs>
          <w:tab w:val="left" w:pos="467"/>
        </w:tabs>
        <w:spacing w:before="101"/>
        <w:ind w:hanging="361"/>
        <w:rPr>
          <w:sz w:val="24"/>
          <w:lang w:val="ru-RU"/>
        </w:rPr>
      </w:pPr>
      <w:r w:rsidRPr="00AE75D4">
        <w:rPr>
          <w:sz w:val="24"/>
          <w:u w:val="single"/>
          <w:lang w:val="ru-RU"/>
        </w:rPr>
        <w:t xml:space="preserve">Также </w:t>
      </w:r>
      <w:r w:rsidRPr="00AE75D4">
        <w:rPr>
          <w:sz w:val="24"/>
          <w:lang w:val="ru-RU"/>
        </w:rPr>
        <w:t>– и в обучении предпринимательству – овладение – базовыми знаниями</w:t>
      </w:r>
      <w:r>
        <w:rPr>
          <w:sz w:val="24"/>
          <w:lang w:val="ru-RU"/>
        </w:rPr>
        <w:t xml:space="preserve"> –</w:t>
      </w:r>
      <w:r w:rsidRPr="00AE75D4">
        <w:rPr>
          <w:sz w:val="24"/>
          <w:lang w:val="ru-RU"/>
        </w:rPr>
        <w:t xml:space="preserve"> по экономике</w:t>
      </w:r>
      <w:r>
        <w:rPr>
          <w:sz w:val="24"/>
          <w:lang w:val="ru-RU"/>
        </w:rPr>
        <w:t xml:space="preserve"> – имеет</w:t>
      </w:r>
      <w:r w:rsidRPr="00AE75D4">
        <w:rPr>
          <w:sz w:val="24"/>
          <w:lang w:val="ru-RU"/>
        </w:rPr>
        <w:t xml:space="preserve"> </w:t>
      </w:r>
      <w:r>
        <w:rPr>
          <w:sz w:val="24"/>
          <w:lang w:val="ru-RU"/>
        </w:rPr>
        <w:t>– очевидное – значение</w:t>
      </w:r>
      <w:r w:rsidRPr="00AE75D4">
        <w:rPr>
          <w:sz w:val="24"/>
          <w:u w:val="single"/>
          <w:lang w:val="ru-RU"/>
        </w:rPr>
        <w:t>.</w:t>
      </w:r>
    </w:p>
    <w:p w:rsidR="00A57F9B" w:rsidRPr="00AE75D4" w:rsidRDefault="00A57F9B">
      <w:pPr>
        <w:pStyle w:val="BodyText"/>
        <w:spacing w:before="10"/>
        <w:rPr>
          <w:sz w:val="23"/>
          <w:lang w:val="ru-RU"/>
        </w:rPr>
      </w:pPr>
    </w:p>
    <w:p w:rsidR="00A57F9B" w:rsidRPr="00AE75D4" w:rsidRDefault="00A57F9B">
      <w:pPr>
        <w:pStyle w:val="ListParagraph"/>
        <w:numPr>
          <w:ilvl w:val="0"/>
          <w:numId w:val="1"/>
        </w:numPr>
        <w:tabs>
          <w:tab w:val="left" w:pos="467"/>
        </w:tabs>
        <w:ind w:hanging="361"/>
        <w:rPr>
          <w:sz w:val="24"/>
          <w:lang w:val="ru-RU"/>
        </w:rPr>
      </w:pPr>
      <w:r>
        <w:rPr>
          <w:sz w:val="24"/>
          <w:u w:val="single"/>
          <w:lang w:val="ru-RU"/>
        </w:rPr>
        <w:t>Готовность работать на результат</w:t>
      </w:r>
      <w:r>
        <w:rPr>
          <w:sz w:val="24"/>
          <w:lang w:val="ru-RU"/>
        </w:rPr>
        <w:t xml:space="preserve"> – и преодолевать</w:t>
      </w:r>
      <w:r w:rsidRPr="00AE75D4">
        <w:rPr>
          <w:sz w:val="24"/>
          <w:lang w:val="ru-RU"/>
        </w:rPr>
        <w:t xml:space="preserve"> –</w:t>
      </w:r>
      <w:r>
        <w:rPr>
          <w:sz w:val="24"/>
          <w:lang w:val="ru-RU"/>
        </w:rPr>
        <w:t xml:space="preserve"> сложности – характерна</w:t>
      </w:r>
      <w:r w:rsidRPr="00AE75D4">
        <w:rPr>
          <w:sz w:val="24"/>
          <w:lang w:val="ru-RU"/>
        </w:rPr>
        <w:t xml:space="preserve"> – </w:t>
      </w:r>
      <w:r>
        <w:rPr>
          <w:sz w:val="24"/>
          <w:lang w:val="ru-RU"/>
        </w:rPr>
        <w:t xml:space="preserve">для </w:t>
      </w:r>
      <w:r w:rsidRPr="00AE75D4">
        <w:rPr>
          <w:sz w:val="24"/>
          <w:lang w:val="ru-RU"/>
        </w:rPr>
        <w:t>спортсменов</w:t>
      </w:r>
      <w:r>
        <w:rPr>
          <w:sz w:val="24"/>
          <w:lang w:val="ru-RU"/>
        </w:rPr>
        <w:t>,</w:t>
      </w:r>
      <w:r w:rsidRPr="00AE75D4">
        <w:rPr>
          <w:sz w:val="24"/>
          <w:lang w:val="ru-RU"/>
        </w:rPr>
        <w:t xml:space="preserve"> – а также </w:t>
      </w:r>
      <w:r>
        <w:rPr>
          <w:sz w:val="24"/>
          <w:lang w:val="ru-RU"/>
        </w:rPr>
        <w:t xml:space="preserve">для </w:t>
      </w:r>
      <w:r w:rsidRPr="00AE75D4">
        <w:rPr>
          <w:sz w:val="24"/>
          <w:lang w:val="ru-RU"/>
        </w:rPr>
        <w:t>– предпринимателей</w:t>
      </w:r>
      <w:r w:rsidRPr="00AE75D4">
        <w:rPr>
          <w:sz w:val="24"/>
          <w:u w:val="single"/>
          <w:lang w:val="ru-RU"/>
        </w:rPr>
        <w:t>.</w:t>
      </w:r>
    </w:p>
    <w:p w:rsidR="00A57F9B" w:rsidRPr="00AE75D4" w:rsidRDefault="00A57F9B">
      <w:pPr>
        <w:pStyle w:val="BodyText"/>
        <w:spacing w:before="7"/>
        <w:rPr>
          <w:sz w:val="15"/>
          <w:lang w:val="ru-RU"/>
        </w:rPr>
      </w:pPr>
    </w:p>
    <w:p w:rsidR="00A57F9B" w:rsidRPr="00AE75D4" w:rsidRDefault="00A57F9B">
      <w:pPr>
        <w:pStyle w:val="ListParagraph"/>
        <w:numPr>
          <w:ilvl w:val="0"/>
          <w:numId w:val="1"/>
        </w:numPr>
        <w:tabs>
          <w:tab w:val="left" w:pos="467"/>
        </w:tabs>
        <w:spacing w:before="100"/>
        <w:ind w:hanging="361"/>
        <w:rPr>
          <w:sz w:val="24"/>
          <w:lang w:val="ru-RU"/>
        </w:rPr>
      </w:pPr>
      <w:r>
        <w:rPr>
          <w:sz w:val="24"/>
          <w:u w:val="single"/>
          <w:lang w:val="ru-RU"/>
        </w:rPr>
        <w:t>Вызовы,</w:t>
      </w:r>
      <w:r w:rsidRPr="00AE75D4">
        <w:rPr>
          <w:sz w:val="24"/>
          <w:lang w:val="ru-RU"/>
        </w:rPr>
        <w:t xml:space="preserve"> –над которыми работаем – без </w:t>
      </w:r>
      <w:r>
        <w:rPr>
          <w:sz w:val="24"/>
          <w:lang w:val="ru-RU"/>
        </w:rPr>
        <w:t>которых</w:t>
      </w:r>
      <w:r w:rsidRPr="00AE75D4">
        <w:rPr>
          <w:sz w:val="24"/>
          <w:lang w:val="ru-RU"/>
        </w:rPr>
        <w:t xml:space="preserve"> – не </w:t>
      </w:r>
      <w:r>
        <w:rPr>
          <w:sz w:val="24"/>
          <w:lang w:val="ru-RU"/>
        </w:rPr>
        <w:t>может</w:t>
      </w:r>
      <w:r w:rsidRPr="00AE75D4">
        <w:rPr>
          <w:sz w:val="24"/>
          <w:lang w:val="ru-RU"/>
        </w:rPr>
        <w:t xml:space="preserve"> – </w:t>
      </w:r>
      <w:r>
        <w:rPr>
          <w:sz w:val="24"/>
          <w:lang w:val="ru-RU"/>
        </w:rPr>
        <w:t xml:space="preserve">не </w:t>
      </w:r>
      <w:r w:rsidRPr="00AE75D4">
        <w:rPr>
          <w:sz w:val="24"/>
          <w:lang w:val="ru-RU"/>
        </w:rPr>
        <w:t>быть – поражений, – также–</w:t>
      </w:r>
      <w:r w:rsidRPr="00AE75D4">
        <w:rPr>
          <w:spacing w:val="-33"/>
          <w:sz w:val="24"/>
          <w:lang w:val="ru-RU"/>
        </w:rPr>
        <w:t xml:space="preserve"> </w:t>
      </w:r>
      <w:r w:rsidRPr="00AE75D4">
        <w:rPr>
          <w:sz w:val="24"/>
          <w:u w:val="single"/>
          <w:lang w:val="ru-RU"/>
        </w:rPr>
        <w:t>явля</w:t>
      </w:r>
      <w:r>
        <w:rPr>
          <w:sz w:val="24"/>
          <w:u w:val="single"/>
          <w:lang w:val="ru-RU"/>
        </w:rPr>
        <w:t>ются решающими</w:t>
      </w:r>
    </w:p>
    <w:p w:rsidR="00A57F9B" w:rsidRPr="00AE75D4" w:rsidRDefault="00A57F9B">
      <w:pPr>
        <w:pStyle w:val="BodyText"/>
        <w:spacing w:before="11"/>
        <w:rPr>
          <w:sz w:val="23"/>
          <w:lang w:val="ru-RU"/>
        </w:rPr>
      </w:pPr>
    </w:p>
    <w:p w:rsidR="00A57F9B" w:rsidRPr="00AE75D4" w:rsidRDefault="00A57F9B">
      <w:pPr>
        <w:pStyle w:val="ListParagraph"/>
        <w:numPr>
          <w:ilvl w:val="0"/>
          <w:numId w:val="1"/>
        </w:numPr>
        <w:tabs>
          <w:tab w:val="left" w:pos="467"/>
        </w:tabs>
        <w:ind w:hanging="361"/>
        <w:rPr>
          <w:sz w:val="24"/>
          <w:lang w:val="ru-RU"/>
        </w:rPr>
      </w:pPr>
      <w:r>
        <w:rPr>
          <w:sz w:val="24"/>
          <w:u w:val="single"/>
          <w:lang w:val="ru-RU"/>
        </w:rPr>
        <w:t>Собственная</w:t>
      </w:r>
      <w:r w:rsidRPr="00AE75D4">
        <w:rPr>
          <w:sz w:val="24"/>
          <w:u w:val="single"/>
          <w:lang w:val="ru-RU"/>
        </w:rPr>
        <w:t xml:space="preserve"> </w:t>
      </w:r>
      <w:r>
        <w:rPr>
          <w:sz w:val="24"/>
          <w:u w:val="single"/>
          <w:lang w:val="ru-RU"/>
        </w:rPr>
        <w:t>инициатива</w:t>
      </w:r>
      <w:r w:rsidRPr="00AE75D4">
        <w:rPr>
          <w:sz w:val="24"/>
          <w:u w:val="single"/>
          <w:lang w:val="ru-RU"/>
        </w:rPr>
        <w:t xml:space="preserve">/ </w:t>
      </w:r>
      <w:r>
        <w:rPr>
          <w:sz w:val="24"/>
          <w:u w:val="single"/>
          <w:lang w:val="ru-RU"/>
        </w:rPr>
        <w:t>мотивация</w:t>
      </w:r>
      <w:r w:rsidRPr="00AE75D4">
        <w:rPr>
          <w:sz w:val="24"/>
          <w:lang w:val="ru-RU"/>
        </w:rPr>
        <w:t>–кото</w:t>
      </w:r>
      <w:r>
        <w:rPr>
          <w:sz w:val="24"/>
          <w:lang w:val="ru-RU"/>
        </w:rPr>
        <w:t>рую</w:t>
      </w:r>
      <w:r w:rsidRPr="00AE75D4">
        <w:rPr>
          <w:sz w:val="24"/>
          <w:lang w:val="ru-RU"/>
        </w:rPr>
        <w:t xml:space="preserve"> </w:t>
      </w:r>
      <w:r>
        <w:rPr>
          <w:sz w:val="24"/>
          <w:lang w:val="ru-RU"/>
        </w:rPr>
        <w:t>проявляем</w:t>
      </w:r>
      <w:r w:rsidRPr="00AE75D4">
        <w:rPr>
          <w:sz w:val="24"/>
          <w:lang w:val="ru-RU"/>
        </w:rPr>
        <w:t>/</w:t>
      </w:r>
      <w:r>
        <w:rPr>
          <w:sz w:val="24"/>
          <w:lang w:val="ru-RU"/>
        </w:rPr>
        <w:t>показываем</w:t>
      </w:r>
      <w:r w:rsidRPr="00AE75D4">
        <w:rPr>
          <w:sz w:val="24"/>
          <w:lang w:val="ru-RU"/>
        </w:rPr>
        <w:t xml:space="preserve"> – пресл</w:t>
      </w:r>
      <w:r>
        <w:rPr>
          <w:sz w:val="24"/>
          <w:lang w:val="ru-RU"/>
        </w:rPr>
        <w:t>едуем как цель</w:t>
      </w:r>
      <w:r w:rsidRPr="00AE75D4">
        <w:rPr>
          <w:sz w:val="24"/>
          <w:lang w:val="ru-RU"/>
        </w:rPr>
        <w:t xml:space="preserve"> – до</w:t>
      </w:r>
      <w:r>
        <w:rPr>
          <w:sz w:val="24"/>
          <w:lang w:val="ru-RU"/>
        </w:rPr>
        <w:t>лжна</w:t>
      </w:r>
      <w:r w:rsidRPr="00AE75D4">
        <w:rPr>
          <w:sz w:val="24"/>
          <w:lang w:val="ru-RU"/>
        </w:rPr>
        <w:t xml:space="preserve"> рассматриваться – как </w:t>
      </w:r>
      <w:r>
        <w:rPr>
          <w:sz w:val="24"/>
          <w:lang w:val="ru-RU"/>
        </w:rPr>
        <w:t>фактор успеха</w:t>
      </w:r>
      <w:r w:rsidRPr="00AE75D4">
        <w:rPr>
          <w:sz w:val="24"/>
          <w:u w:val="single"/>
          <w:lang w:val="ru-RU"/>
        </w:rPr>
        <w:t>.</w:t>
      </w:r>
    </w:p>
    <w:p w:rsidR="00A57F9B" w:rsidRPr="00AE75D4" w:rsidRDefault="00A57F9B">
      <w:pPr>
        <w:pStyle w:val="BodyText"/>
        <w:spacing w:before="6"/>
        <w:rPr>
          <w:sz w:val="15"/>
          <w:lang w:val="ru-RU"/>
        </w:rPr>
      </w:pPr>
    </w:p>
    <w:p w:rsidR="00A57F9B" w:rsidRPr="00AE75D4" w:rsidRDefault="00A57F9B">
      <w:pPr>
        <w:pStyle w:val="ListParagraph"/>
        <w:numPr>
          <w:ilvl w:val="0"/>
          <w:numId w:val="1"/>
        </w:numPr>
        <w:tabs>
          <w:tab w:val="left" w:pos="467"/>
        </w:tabs>
        <w:spacing w:before="101"/>
        <w:ind w:hanging="361"/>
        <w:rPr>
          <w:sz w:val="24"/>
          <w:lang w:val="ru-RU"/>
        </w:rPr>
      </w:pPr>
      <w:r>
        <w:rPr>
          <w:sz w:val="24"/>
          <w:u w:val="single"/>
          <w:lang w:val="ru-RU"/>
        </w:rPr>
        <w:t>Понимание</w:t>
      </w:r>
      <w:r w:rsidRPr="00AE75D4">
        <w:rPr>
          <w:sz w:val="24"/>
          <w:lang w:val="ru-RU"/>
        </w:rPr>
        <w:t xml:space="preserve"> – собственных – границ</w:t>
      </w:r>
      <w:r w:rsidRPr="002C2120">
        <w:rPr>
          <w:sz w:val="24"/>
          <w:lang w:val="ru-RU"/>
        </w:rPr>
        <w:t xml:space="preserve"> </w:t>
      </w:r>
      <w:r>
        <w:rPr>
          <w:sz w:val="24"/>
          <w:lang w:val="ru-RU"/>
        </w:rPr>
        <w:t>– в обо</w:t>
      </w:r>
      <w:r w:rsidRPr="00AE75D4">
        <w:rPr>
          <w:sz w:val="24"/>
          <w:lang w:val="ru-RU"/>
        </w:rPr>
        <w:t>их – сл</w:t>
      </w:r>
      <w:r>
        <w:rPr>
          <w:sz w:val="24"/>
          <w:lang w:val="ru-RU"/>
        </w:rPr>
        <w:t xml:space="preserve">учаях </w:t>
      </w:r>
      <w:r w:rsidRPr="00AE75D4">
        <w:rPr>
          <w:sz w:val="24"/>
          <w:lang w:val="ru-RU"/>
        </w:rPr>
        <w:t xml:space="preserve">– понятно – </w:t>
      </w:r>
      <w:r w:rsidRPr="00AE75D4">
        <w:rPr>
          <w:sz w:val="24"/>
          <w:u w:val="single"/>
          <w:lang w:val="ru-RU"/>
        </w:rPr>
        <w:t xml:space="preserve">и </w:t>
      </w:r>
      <w:r>
        <w:rPr>
          <w:sz w:val="24"/>
          <w:u w:val="single"/>
          <w:lang w:val="ru-RU"/>
        </w:rPr>
        <w:t>жизненно важно</w:t>
      </w:r>
      <w:r w:rsidRPr="00AE75D4">
        <w:rPr>
          <w:sz w:val="24"/>
          <w:u w:val="single"/>
          <w:lang w:val="ru-RU"/>
        </w:rPr>
        <w:t>.</w:t>
      </w:r>
    </w:p>
    <w:p w:rsidR="00A57F9B" w:rsidRPr="00AE75D4" w:rsidRDefault="00A57F9B">
      <w:pPr>
        <w:pStyle w:val="BodyText"/>
        <w:spacing w:before="10"/>
        <w:rPr>
          <w:sz w:val="23"/>
          <w:lang w:val="ru-RU"/>
        </w:rPr>
      </w:pPr>
    </w:p>
    <w:p w:rsidR="00A57F9B" w:rsidRPr="00AE75D4" w:rsidRDefault="00A57F9B">
      <w:pPr>
        <w:pStyle w:val="ListParagraph"/>
        <w:numPr>
          <w:ilvl w:val="0"/>
          <w:numId w:val="1"/>
        </w:numPr>
        <w:tabs>
          <w:tab w:val="left" w:pos="467"/>
        </w:tabs>
        <w:ind w:hanging="361"/>
        <w:rPr>
          <w:sz w:val="24"/>
          <w:lang w:val="ru-RU"/>
        </w:rPr>
      </w:pPr>
      <w:r>
        <w:rPr>
          <w:sz w:val="24"/>
          <w:u w:val="single"/>
          <w:lang w:val="ru-RU"/>
        </w:rPr>
        <w:t>Спортсмены</w:t>
      </w:r>
      <w:r w:rsidRPr="00AE75D4">
        <w:rPr>
          <w:sz w:val="24"/>
          <w:lang w:val="ru-RU"/>
        </w:rPr>
        <w:t xml:space="preserve"> – и предприниматели –демонстрируют свою страсть/заинтересованность – и – горят </w:t>
      </w:r>
      <w:r>
        <w:rPr>
          <w:sz w:val="24"/>
          <w:lang w:val="ru-RU"/>
        </w:rPr>
        <w:t>/переживают за свою цель</w:t>
      </w:r>
      <w:r w:rsidRPr="00AE75D4">
        <w:rPr>
          <w:sz w:val="24"/>
          <w:u w:val="single"/>
          <w:lang w:val="ru-RU"/>
        </w:rPr>
        <w:t>.</w:t>
      </w:r>
    </w:p>
    <w:p w:rsidR="00A57F9B" w:rsidRPr="00AE75D4" w:rsidRDefault="00A57F9B" w:rsidP="00A625D2">
      <w:pPr>
        <w:pStyle w:val="ListParagraph"/>
        <w:rPr>
          <w:sz w:val="24"/>
          <w:lang w:val="ru-RU"/>
        </w:rPr>
      </w:pPr>
    </w:p>
    <w:p w:rsidR="00A57F9B" w:rsidRPr="00A625D2" w:rsidRDefault="00A57F9B" w:rsidP="00A625D2">
      <w:pPr>
        <w:pStyle w:val="ListParagraph"/>
        <w:tabs>
          <w:tab w:val="left" w:pos="467"/>
        </w:tabs>
        <w:ind w:firstLine="0"/>
        <w:rPr>
          <w:sz w:val="24"/>
          <w:lang w:val="ru-RU"/>
        </w:rPr>
      </w:pPr>
      <w:r>
        <w:rPr>
          <w:sz w:val="24"/>
          <w:lang w:val="ru-RU"/>
        </w:rPr>
        <w:t>В карточках необходимо учитывать порядок слов, свойственный особенностям немецкого языка, который не будет на все 100 процентов соответствовать требованиям родного языка. Если соблюдается порядок слов немецкого предложения, то только, чтобы соблюсти аутентичность в карточках. В любом случае, при выполнении данного упражнения необходимо учитывать все правила, закономерности, свойственные родному языку.</w:t>
      </w:r>
    </w:p>
    <w:sectPr w:rsidR="00A57F9B" w:rsidRPr="00A625D2" w:rsidSect="005940AA">
      <w:pgSz w:w="15840" w:h="12240" w:orient="landscape"/>
      <w:pgMar w:top="1380" w:right="1580" w:bottom="280" w:left="460" w:header="36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7F9B" w:rsidRDefault="00A57F9B">
      <w:r>
        <w:separator/>
      </w:r>
    </w:p>
  </w:endnote>
  <w:endnote w:type="continuationSeparator" w:id="0">
    <w:p w:rsidR="00A57F9B" w:rsidRDefault="00A57F9B">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7F9B" w:rsidRDefault="00A57F9B">
      <w:r>
        <w:separator/>
      </w:r>
    </w:p>
  </w:footnote>
  <w:footnote w:type="continuationSeparator" w:id="0">
    <w:p w:rsidR="00A57F9B" w:rsidRDefault="00A57F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7F9B" w:rsidRDefault="00A57F9B">
    <w:pPr>
      <w:pStyle w:val="BodyText"/>
      <w:spacing w:line="14" w:lineRule="auto"/>
      <w:rPr>
        <w:sz w:val="20"/>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2049" type="#_x0000_t75" style="position:absolute;margin-left:689.75pt;margin-top:18pt;width:51.35pt;height:51.35pt;z-index:-251656192;visibility:visible;mso-wrap-distance-left:0;mso-wrap-distance-right:0;mso-position-horizontal-relative:page;mso-position-vertical-relative:page">
          <v:imagedata r:id="rId1" o:title=""/>
          <w10:wrap anchorx="page" anchory="page"/>
        </v:shape>
      </w:pict>
    </w:r>
    <w:r>
      <w:rPr>
        <w:noProof/>
        <w:lang w:val="ru-RU" w:eastAsia="ru-RU"/>
      </w:rPr>
      <w:pict>
        <v:shapetype id="_x0000_t202" coordsize="21600,21600" o:spt="202" path="m,l,21600r21600,l21600,xe">
          <v:stroke joinstyle="miter"/>
          <v:path gradientshapeok="t" o:connecttype="rect"/>
        </v:shapetype>
        <v:shape id="_x0000_s2050" type="#_x0000_t202" style="position:absolute;margin-left:27.3pt;margin-top:25.95pt;width:188.4pt;height:34.2pt;z-index:-251655168;mso-position-horizontal-relative:page;mso-position-vertical-relative:page" filled="f" stroked="f">
          <v:textbox inset="0,0,0,0">
            <w:txbxContent>
              <w:p w:rsidR="00A57F9B" w:rsidRPr="00AE75D4" w:rsidRDefault="00A57F9B">
                <w:pPr>
                  <w:spacing w:before="19" w:line="372" w:lineRule="exact"/>
                  <w:ind w:left="20"/>
                  <w:rPr>
                    <w:b/>
                    <w:sz w:val="32"/>
                    <w:lang w:val="en-US"/>
                  </w:rPr>
                </w:pPr>
                <w:r w:rsidRPr="00AE75D4">
                  <w:rPr>
                    <w:b/>
                    <w:color w:val="E4007C"/>
                    <w:sz w:val="32"/>
                    <w:lang w:val="en-US"/>
                  </w:rPr>
                  <w:t>Extreme Challenge B2</w:t>
                </w:r>
              </w:p>
              <w:p w:rsidR="00A57F9B" w:rsidRPr="00AE75D4" w:rsidRDefault="00A57F9B">
                <w:pPr>
                  <w:pStyle w:val="BodyText"/>
                  <w:spacing w:line="273" w:lineRule="exact"/>
                  <w:ind w:left="20"/>
                  <w:rPr>
                    <w:rFonts w:ascii="Times New Roman" w:eastAsia="Times New Roman"/>
                    <w:lang w:val="en-US"/>
                  </w:rPr>
                </w:pPr>
                <w:r w:rsidRPr="00AE75D4">
                  <w:rPr>
                    <w:rFonts w:ascii="Times New Roman" w:eastAsia="Times New Roman"/>
                    <w:lang w:val="en-US"/>
                  </w:rPr>
                  <w:t>You</w:t>
                </w:r>
                <w:r w:rsidRPr="00AE75D4">
                  <w:rPr>
                    <w:rFonts w:ascii="Times New Roman" w:eastAsia="Times New Roman"/>
                    <w:vertAlign w:val="superscript"/>
                    <w:lang w:val="en-US"/>
                  </w:rPr>
                  <w:t>th</w:t>
                </w:r>
                <w:r w:rsidRPr="00AE75D4">
                  <w:rPr>
                    <w:rFonts w:ascii="Times New Roman" w:eastAsia="Times New Roman"/>
                    <w:lang w:val="en-US"/>
                  </w:rPr>
                  <w:t xml:space="preserve"> Start Entrepreneurial Challenges</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CF3DF4"/>
    <w:multiLevelType w:val="hybridMultilevel"/>
    <w:tmpl w:val="D43A2FC2"/>
    <w:lvl w:ilvl="0" w:tplc="922AFE32">
      <w:start w:val="1"/>
      <w:numFmt w:val="decimal"/>
      <w:lvlText w:val="%1."/>
      <w:lvlJc w:val="left"/>
      <w:pPr>
        <w:ind w:left="466" w:hanging="360"/>
      </w:pPr>
      <w:rPr>
        <w:rFonts w:ascii="Cambria" w:eastAsia="Times New Roman" w:hAnsi="Cambria" w:cs="Cambria" w:hint="default"/>
        <w:spacing w:val="-3"/>
        <w:w w:val="100"/>
        <w:sz w:val="24"/>
        <w:szCs w:val="24"/>
      </w:rPr>
    </w:lvl>
    <w:lvl w:ilvl="1" w:tplc="5A2EED6A">
      <w:numFmt w:val="bullet"/>
      <w:lvlText w:val="•"/>
      <w:lvlJc w:val="left"/>
      <w:pPr>
        <w:ind w:left="1794" w:hanging="360"/>
      </w:pPr>
      <w:rPr>
        <w:rFonts w:hint="default"/>
      </w:rPr>
    </w:lvl>
    <w:lvl w:ilvl="2" w:tplc="980A25C0">
      <w:numFmt w:val="bullet"/>
      <w:lvlText w:val="•"/>
      <w:lvlJc w:val="left"/>
      <w:pPr>
        <w:ind w:left="3128" w:hanging="360"/>
      </w:pPr>
      <w:rPr>
        <w:rFonts w:hint="default"/>
      </w:rPr>
    </w:lvl>
    <w:lvl w:ilvl="3" w:tplc="8FA89E82">
      <w:numFmt w:val="bullet"/>
      <w:lvlText w:val="•"/>
      <w:lvlJc w:val="left"/>
      <w:pPr>
        <w:ind w:left="4462" w:hanging="360"/>
      </w:pPr>
      <w:rPr>
        <w:rFonts w:hint="default"/>
      </w:rPr>
    </w:lvl>
    <w:lvl w:ilvl="4" w:tplc="54BE7526">
      <w:numFmt w:val="bullet"/>
      <w:lvlText w:val="•"/>
      <w:lvlJc w:val="left"/>
      <w:pPr>
        <w:ind w:left="5796" w:hanging="360"/>
      </w:pPr>
      <w:rPr>
        <w:rFonts w:hint="default"/>
      </w:rPr>
    </w:lvl>
    <w:lvl w:ilvl="5" w:tplc="B20AD908">
      <w:numFmt w:val="bullet"/>
      <w:lvlText w:val="•"/>
      <w:lvlJc w:val="left"/>
      <w:pPr>
        <w:ind w:left="7130" w:hanging="360"/>
      </w:pPr>
      <w:rPr>
        <w:rFonts w:hint="default"/>
      </w:rPr>
    </w:lvl>
    <w:lvl w:ilvl="6" w:tplc="AE8CB5D0">
      <w:numFmt w:val="bullet"/>
      <w:lvlText w:val="•"/>
      <w:lvlJc w:val="left"/>
      <w:pPr>
        <w:ind w:left="8464" w:hanging="360"/>
      </w:pPr>
      <w:rPr>
        <w:rFonts w:hint="default"/>
      </w:rPr>
    </w:lvl>
    <w:lvl w:ilvl="7" w:tplc="82AA5B96">
      <w:numFmt w:val="bullet"/>
      <w:lvlText w:val="•"/>
      <w:lvlJc w:val="left"/>
      <w:pPr>
        <w:ind w:left="9798" w:hanging="360"/>
      </w:pPr>
      <w:rPr>
        <w:rFonts w:hint="default"/>
      </w:rPr>
    </w:lvl>
    <w:lvl w:ilvl="8" w:tplc="17BE358C">
      <w:numFmt w:val="bullet"/>
      <w:lvlText w:val="•"/>
      <w:lvlJc w:val="left"/>
      <w:pPr>
        <w:ind w:left="11132"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572FA"/>
    <w:rsid w:val="0007305E"/>
    <w:rsid w:val="001413DB"/>
    <w:rsid w:val="00151208"/>
    <w:rsid w:val="00170537"/>
    <w:rsid w:val="002C2120"/>
    <w:rsid w:val="002C443C"/>
    <w:rsid w:val="0030020C"/>
    <w:rsid w:val="00303C1E"/>
    <w:rsid w:val="00304A9D"/>
    <w:rsid w:val="0038728F"/>
    <w:rsid w:val="00420DCB"/>
    <w:rsid w:val="00433120"/>
    <w:rsid w:val="004D0B7E"/>
    <w:rsid w:val="005037E3"/>
    <w:rsid w:val="00514F3A"/>
    <w:rsid w:val="005940AA"/>
    <w:rsid w:val="005C267C"/>
    <w:rsid w:val="005E4BCE"/>
    <w:rsid w:val="0065150A"/>
    <w:rsid w:val="006572FA"/>
    <w:rsid w:val="00717604"/>
    <w:rsid w:val="0076491B"/>
    <w:rsid w:val="007B7A96"/>
    <w:rsid w:val="007E0A8A"/>
    <w:rsid w:val="00894132"/>
    <w:rsid w:val="008B3B3D"/>
    <w:rsid w:val="009632E1"/>
    <w:rsid w:val="009924FA"/>
    <w:rsid w:val="00A57F9B"/>
    <w:rsid w:val="00A625D2"/>
    <w:rsid w:val="00A706D3"/>
    <w:rsid w:val="00AB72E9"/>
    <w:rsid w:val="00AE096A"/>
    <w:rsid w:val="00AE75D4"/>
    <w:rsid w:val="00B82F70"/>
    <w:rsid w:val="00BE13BC"/>
    <w:rsid w:val="00C9186A"/>
    <w:rsid w:val="00D10BFE"/>
    <w:rsid w:val="00D73F70"/>
    <w:rsid w:val="00DE5AF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0AA"/>
    <w:pPr>
      <w:widowControl w:val="0"/>
      <w:autoSpaceDE w:val="0"/>
      <w:autoSpaceDN w:val="0"/>
    </w:pPr>
    <w:rPr>
      <w:rFonts w:ascii="Cambria" w:hAnsi="Cambria" w:cs="Cambria"/>
      <w:lang w:val="de-AT" w:eastAsia="de-AT"/>
    </w:rPr>
  </w:style>
  <w:style w:type="paragraph" w:styleId="Heading1">
    <w:name w:val="heading 1"/>
    <w:basedOn w:val="Normal"/>
    <w:link w:val="Heading1Char"/>
    <w:uiPriority w:val="99"/>
    <w:qFormat/>
    <w:rsid w:val="005940AA"/>
    <w:pPr>
      <w:spacing w:line="843" w:lineRule="exact"/>
      <w:ind w:left="106"/>
      <w:outlineLvl w:val="0"/>
    </w:pPr>
    <w:rPr>
      <w:sz w:val="72"/>
      <w:szCs w:val="7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924FA"/>
    <w:rPr>
      <w:rFonts w:ascii="Cambria" w:hAnsi="Cambria" w:cs="Times New Roman"/>
      <w:b/>
      <w:bCs/>
      <w:kern w:val="32"/>
      <w:sz w:val="32"/>
      <w:szCs w:val="32"/>
      <w:lang w:val="de-AT" w:eastAsia="de-AT"/>
    </w:rPr>
  </w:style>
  <w:style w:type="table" w:customStyle="1" w:styleId="TableNormal1">
    <w:name w:val="Table Normal1"/>
    <w:uiPriority w:val="99"/>
    <w:semiHidden/>
    <w:rsid w:val="005940AA"/>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99"/>
    <w:rsid w:val="005940AA"/>
    <w:rPr>
      <w:sz w:val="24"/>
      <w:szCs w:val="24"/>
    </w:rPr>
  </w:style>
  <w:style w:type="character" w:customStyle="1" w:styleId="BodyTextChar">
    <w:name w:val="Body Text Char"/>
    <w:basedOn w:val="DefaultParagraphFont"/>
    <w:link w:val="BodyText"/>
    <w:uiPriority w:val="99"/>
    <w:semiHidden/>
    <w:locked/>
    <w:rsid w:val="009924FA"/>
    <w:rPr>
      <w:rFonts w:ascii="Cambria" w:hAnsi="Cambria" w:cs="Cambria"/>
      <w:lang w:val="de-AT" w:eastAsia="de-AT"/>
    </w:rPr>
  </w:style>
  <w:style w:type="paragraph" w:styleId="ListParagraph">
    <w:name w:val="List Paragraph"/>
    <w:basedOn w:val="Normal"/>
    <w:uiPriority w:val="99"/>
    <w:qFormat/>
    <w:rsid w:val="005940AA"/>
    <w:pPr>
      <w:ind w:left="466" w:hanging="361"/>
    </w:pPr>
  </w:style>
  <w:style w:type="paragraph" w:customStyle="1" w:styleId="TableParagraph">
    <w:name w:val="Table Paragraph"/>
    <w:basedOn w:val="Normal"/>
    <w:uiPriority w:val="99"/>
    <w:rsid w:val="005940AA"/>
  </w:style>
  <w:style w:type="paragraph" w:styleId="BalloonText">
    <w:name w:val="Balloon Text"/>
    <w:basedOn w:val="Normal"/>
    <w:link w:val="BalloonTextChar"/>
    <w:uiPriority w:val="99"/>
    <w:semiHidden/>
    <w:rsid w:val="005037E3"/>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037E3"/>
    <w:rPr>
      <w:rFonts w:ascii="Segoe UI" w:hAnsi="Segoe UI" w:cs="Segoe UI"/>
      <w:sz w:val="18"/>
      <w:szCs w:val="18"/>
      <w:lang w:val="de-AT" w:eastAsia="de-A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2335</TotalTime>
  <Pages>9</Pages>
  <Words>390</Words>
  <Characters>2227</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dc:creator>
  <cp:keywords/>
  <dc:description/>
  <cp:lastModifiedBy>ПашАня</cp:lastModifiedBy>
  <cp:revision>6</cp:revision>
  <cp:lastPrinted>2020-05-04T13:01:00Z</cp:lastPrinted>
  <dcterms:created xsi:type="dcterms:W3CDTF">2020-08-27T14:21:00Z</dcterms:created>
  <dcterms:modified xsi:type="dcterms:W3CDTF">2020-10-08T12:20:00Z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2010</vt:lpwstr>
  </property>
</Properties>
</file>